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D9D69" w14:textId="77777777" w:rsidR="0002636A" w:rsidRDefault="00975174" w:rsidP="009C72D4">
      <w:pPr>
        <w:pStyle w:val="LabTitle"/>
        <w:rPr>
          <w:rStyle w:val="LabTitleInstVersred"/>
          <w:b/>
        </w:rPr>
      </w:pPr>
      <w:r>
        <w:t xml:space="preserve">Ćwiczenie – Porównaj dane z wynikiem funkcji haszującej </w:t>
      </w:r>
      <w:r>
        <w:rPr>
          <w:rStyle w:val="LabTitleInstVersred"/>
        </w:rPr>
        <w:t xml:space="preserve"> (Wersja dla nauczyciela)</w:t>
      </w:r>
    </w:p>
    <w:p w14:paraId="1B2CAFB2" w14:textId="77777777" w:rsidR="00484105" w:rsidRDefault="00484105" w:rsidP="00484105">
      <w:pPr>
        <w:pStyle w:val="InstNoteRed"/>
      </w:pPr>
      <w:r>
        <w:rPr>
          <w:b/>
        </w:rPr>
        <w:t>Informacja dla nauczyciela</w:t>
      </w:r>
      <w:r w:rsidRPr="001C05A1">
        <w:t>: Tekst oznaczony kolorem czerwonym lub wyróżniony kolorem szarym jest dostępny wyłącznie w wersji dla nauczyciela.</w:t>
      </w:r>
    </w:p>
    <w:p w14:paraId="1C5CFE62" w14:textId="77777777" w:rsidR="009D2C27" w:rsidRDefault="009D2C27" w:rsidP="00216DDE">
      <w:pPr>
        <w:pStyle w:val="LabSection"/>
        <w:outlineLvl w:val="0"/>
      </w:pPr>
      <w:r>
        <w:t>Zadania</w:t>
      </w:r>
    </w:p>
    <w:p w14:paraId="3697AA5A" w14:textId="77777777" w:rsidR="0002636A" w:rsidRDefault="00F33977" w:rsidP="009C72D4">
      <w:pPr>
        <w:pStyle w:val="BodyTextL25"/>
      </w:pPr>
      <w:r>
        <w:t>Użyj narzędzia haszującego do sprawdzenia integralności danych.</w:t>
      </w:r>
    </w:p>
    <w:p w14:paraId="736F13BC" w14:textId="77777777" w:rsidR="00C07FD9" w:rsidRDefault="009D2C27" w:rsidP="00216DDE">
      <w:pPr>
        <w:pStyle w:val="LabSection"/>
        <w:outlineLvl w:val="0"/>
      </w:pPr>
      <w:r>
        <w:t>Wprowadzenie</w:t>
      </w:r>
    </w:p>
    <w:p w14:paraId="075519B9" w14:textId="77777777" w:rsidR="00737EEE" w:rsidRDefault="003E52A0" w:rsidP="00737EEE">
      <w:pPr>
        <w:pStyle w:val="BodyTextL25"/>
      </w:pPr>
      <w:r>
        <w:t>Ważne jest, aby dostrzec uszkodzenie lub modyfikację danych. Program haszujący może być użyty do sprawdzenia, czy dane zostały zmodyfikowane, czy też pozostały niezmienione. Program haszujący oblicza funkcję skrótu dla pliku, która zwraca (zazwyczaj znacznie krótszą) wartość. Istnieje wiele różnych funkcji skrótu, niektóre są bardzo proste, inne – bardzo złożone. Gdy funkcja haszująca jest stosowana do tych samych danych, zwracana wartość jest zawsze taka sama. Jeśli zostanie wykonana jakakolwiek zmiana danych, zwrócona wartość będzie inna.</w:t>
      </w:r>
    </w:p>
    <w:p w14:paraId="66C87C96" w14:textId="1C8D704E" w:rsidR="00A26537" w:rsidRPr="00A26537" w:rsidRDefault="00A26537" w:rsidP="00737EEE">
      <w:pPr>
        <w:pStyle w:val="BodyTextL25"/>
      </w:pPr>
      <w:r>
        <w:rPr>
          <w:b/>
        </w:rPr>
        <w:t>Uwaga</w:t>
      </w:r>
      <w:r>
        <w:t>: Będą potrzebne uprawnienia do instalacji oraz trochę wiedzy na temat procesu instalacji programów w systemie Windows.</w:t>
      </w:r>
    </w:p>
    <w:p w14:paraId="3460710B" w14:textId="77777777" w:rsidR="007D2AFE" w:rsidRDefault="007D2AFE" w:rsidP="00216DDE">
      <w:pPr>
        <w:pStyle w:val="LabSection"/>
        <w:outlineLvl w:val="0"/>
      </w:pPr>
      <w:r>
        <w:t>Wymagane zasoby</w:t>
      </w:r>
    </w:p>
    <w:p w14:paraId="72DD71B5" w14:textId="77777777" w:rsidR="0002636A" w:rsidRDefault="007B5099" w:rsidP="0002636A">
      <w:pPr>
        <w:pStyle w:val="Bulletlevel1"/>
      </w:pPr>
      <w:r>
        <w:t>Komputer z dostępem do Internetu</w:t>
      </w:r>
    </w:p>
    <w:p w14:paraId="34602E3B" w14:textId="77777777" w:rsidR="008B48F0" w:rsidRPr="00D36116" w:rsidRDefault="00E7323A" w:rsidP="00D36116">
      <w:pPr>
        <w:pStyle w:val="StepHead"/>
      </w:pPr>
      <w:r>
        <w:t>Utwórz plik tekstowy</w:t>
      </w:r>
    </w:p>
    <w:p w14:paraId="68DA627A" w14:textId="77777777" w:rsidR="00E7323A" w:rsidRDefault="002545E9" w:rsidP="002545E9">
      <w:pPr>
        <w:pStyle w:val="SubStepAlpha"/>
      </w:pPr>
      <w:r>
        <w:t xml:space="preserve">Wyszukaj w komputerze program Notatnik i otwórz go. </w:t>
      </w:r>
    </w:p>
    <w:p w14:paraId="1D00C261" w14:textId="77777777" w:rsidR="002545E9" w:rsidRDefault="0096489F" w:rsidP="002545E9">
      <w:pPr>
        <w:pStyle w:val="SubStepAlpha"/>
      </w:pPr>
      <w:r>
        <w:t>Wpisz dowolny tekst w programie.</w:t>
      </w:r>
    </w:p>
    <w:p w14:paraId="412DD7D5" w14:textId="77777777" w:rsidR="0096489F" w:rsidRDefault="00D668FC" w:rsidP="0096489F">
      <w:pPr>
        <w:pStyle w:val="Visual"/>
      </w:pPr>
      <w:r>
        <w:rPr>
          <w:noProof/>
          <w:lang w:eastAsia="pl-PL"/>
        </w:rPr>
        <w:drawing>
          <wp:inline distT="0" distB="0" distL="0" distR="0" wp14:anchorId="5AC6B1AB" wp14:editId="139AD1E7">
            <wp:extent cx="3244587" cy="28456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12678" cy="2905331"/>
                    </a:xfrm>
                    <a:prstGeom prst="rect">
                      <a:avLst/>
                    </a:prstGeom>
                  </pic:spPr>
                </pic:pic>
              </a:graphicData>
            </a:graphic>
          </wp:inline>
        </w:drawing>
      </w:r>
    </w:p>
    <w:p w14:paraId="16BDE2FE" w14:textId="77777777" w:rsidR="00D668FC" w:rsidRDefault="00D668FC" w:rsidP="00D668FC">
      <w:pPr>
        <w:pStyle w:val="SubStepAlpha"/>
      </w:pPr>
      <w:r>
        <w:t xml:space="preserve">Wybierz </w:t>
      </w:r>
      <w:r>
        <w:rPr>
          <w:b/>
        </w:rPr>
        <w:t>Plik &gt; Zapisz</w:t>
      </w:r>
      <w:r>
        <w:t>.</w:t>
      </w:r>
    </w:p>
    <w:p w14:paraId="0DB9F13C" w14:textId="77777777" w:rsidR="00D668FC" w:rsidRDefault="00D668FC" w:rsidP="00D668FC">
      <w:pPr>
        <w:pStyle w:val="SubStepAlpha"/>
      </w:pPr>
      <w:r>
        <w:t xml:space="preserve">Przejdź do </w:t>
      </w:r>
      <w:r>
        <w:rPr>
          <w:b/>
        </w:rPr>
        <w:t>Pulpitu</w:t>
      </w:r>
      <w:r>
        <w:t>.</w:t>
      </w:r>
    </w:p>
    <w:p w14:paraId="31683ECC" w14:textId="77777777" w:rsidR="00D668FC" w:rsidRDefault="00D668FC" w:rsidP="00D668FC">
      <w:pPr>
        <w:pStyle w:val="SubStepAlpha"/>
      </w:pPr>
      <w:r>
        <w:t xml:space="preserve">Wpisz </w:t>
      </w:r>
      <w:r w:rsidR="00BC0DDB">
        <w:rPr>
          <w:b/>
        </w:rPr>
        <w:t>Hash</w:t>
      </w:r>
      <w:r>
        <w:t xml:space="preserve"> w </w:t>
      </w:r>
      <w:r w:rsidR="00BC0DDB">
        <w:rPr>
          <w:b/>
        </w:rPr>
        <w:t>polu Nazwa pliku:</w:t>
      </w:r>
      <w:r>
        <w:t xml:space="preserve"> i kliknij </w:t>
      </w:r>
      <w:r w:rsidR="00BC0DDB">
        <w:rPr>
          <w:b/>
        </w:rPr>
        <w:t>Zapisz</w:t>
      </w:r>
      <w:r>
        <w:t>.</w:t>
      </w:r>
    </w:p>
    <w:p w14:paraId="073DF433" w14:textId="77777777" w:rsidR="00BC0DDB" w:rsidRDefault="00BC0DDB" w:rsidP="00D36116">
      <w:pPr>
        <w:pStyle w:val="StepHead"/>
      </w:pPr>
      <w:r>
        <w:t>Zainstaluj narzędzie HashCalc</w:t>
      </w:r>
    </w:p>
    <w:p w14:paraId="6ECE0511" w14:textId="77777777" w:rsidR="00BC0DDB" w:rsidRDefault="00BC0DDB" w:rsidP="00CA3836">
      <w:pPr>
        <w:pStyle w:val="SubStepAlpha"/>
        <w:keepNext/>
      </w:pPr>
      <w:r>
        <w:t xml:space="preserve">Otwórz przeglądarkę internetową i przejdź do </w:t>
      </w:r>
      <w:hyperlink r:id="rId9" w:history="1">
        <w:r>
          <w:rPr>
            <w:rStyle w:val="Hipercze"/>
          </w:rPr>
          <w:t>http://www.slavasoft.com/download.htm</w:t>
        </w:r>
      </w:hyperlink>
      <w:r>
        <w:t>.</w:t>
      </w:r>
    </w:p>
    <w:p w14:paraId="70A55462" w14:textId="77777777" w:rsidR="00BC0DDB" w:rsidRDefault="00BC0DDB" w:rsidP="001F35C8">
      <w:pPr>
        <w:pStyle w:val="Visual"/>
      </w:pPr>
      <w:r w:rsidRPr="00CA3836">
        <w:rPr>
          <w:noProof/>
          <w:lang w:eastAsia="pl-PL"/>
        </w:rPr>
        <w:drawing>
          <wp:inline distT="0" distB="0" distL="0" distR="0" wp14:anchorId="35734A29" wp14:editId="22F0C610">
            <wp:extent cx="4423379" cy="3789274"/>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23379" cy="3789274"/>
                    </a:xfrm>
                    <a:prstGeom prst="rect">
                      <a:avLst/>
                    </a:prstGeom>
                  </pic:spPr>
                </pic:pic>
              </a:graphicData>
            </a:graphic>
          </wp:inline>
        </w:drawing>
      </w:r>
    </w:p>
    <w:p w14:paraId="11A33382" w14:textId="77777777" w:rsidR="00BC0DDB" w:rsidRDefault="007545F7" w:rsidP="00BC0DDB">
      <w:pPr>
        <w:pStyle w:val="SubStepAlpha"/>
      </w:pPr>
      <w:r>
        <w:t xml:space="preserve">Kliknij </w:t>
      </w:r>
      <w:r>
        <w:rPr>
          <w:b/>
        </w:rPr>
        <w:t>Download</w:t>
      </w:r>
      <w:r>
        <w:t xml:space="preserve"> w wierszu </w:t>
      </w:r>
      <w:r>
        <w:rPr>
          <w:b/>
        </w:rPr>
        <w:t>HashCalc 2.02</w:t>
      </w:r>
      <w:r>
        <w:t>.</w:t>
      </w:r>
    </w:p>
    <w:p w14:paraId="3CFBB81A" w14:textId="77777777" w:rsidR="007545F7" w:rsidRDefault="007545F7" w:rsidP="00CA3836">
      <w:pPr>
        <w:pStyle w:val="SubStepAlpha"/>
        <w:keepNext/>
      </w:pPr>
      <w:r>
        <w:t xml:space="preserve">Otwórz archiwum </w:t>
      </w:r>
      <w:r>
        <w:rPr>
          <w:b/>
        </w:rPr>
        <w:t>hashcalc.zip</w:t>
      </w:r>
      <w:r>
        <w:t xml:space="preserve"> i uruchom plik </w:t>
      </w:r>
      <w:r>
        <w:rPr>
          <w:b/>
        </w:rPr>
        <w:t>setup.exe</w:t>
      </w:r>
      <w:r>
        <w:t xml:space="preserve"> znajdujący się w środku.</w:t>
      </w:r>
    </w:p>
    <w:p w14:paraId="1FD287ED" w14:textId="77777777" w:rsidR="007545F7" w:rsidRDefault="007545F7" w:rsidP="007545F7">
      <w:pPr>
        <w:pStyle w:val="Visual"/>
        <w:rPr>
          <w:sz w:val="20"/>
        </w:rPr>
      </w:pPr>
      <w:r>
        <w:rPr>
          <w:noProof/>
          <w:lang w:eastAsia="pl-PL"/>
        </w:rPr>
        <w:drawing>
          <wp:inline distT="0" distB="0" distL="0" distR="0" wp14:anchorId="09EB0C03" wp14:editId="19388B69">
            <wp:extent cx="3525926" cy="2718194"/>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60609" cy="2744932"/>
                    </a:xfrm>
                    <a:prstGeom prst="rect">
                      <a:avLst/>
                    </a:prstGeom>
                  </pic:spPr>
                </pic:pic>
              </a:graphicData>
            </a:graphic>
          </wp:inline>
        </w:drawing>
      </w:r>
    </w:p>
    <w:p w14:paraId="6AB557B3" w14:textId="296D25DF" w:rsidR="007545F7" w:rsidRDefault="007545F7" w:rsidP="007545F7">
      <w:pPr>
        <w:pStyle w:val="SubStepAlpha"/>
      </w:pPr>
      <w:r>
        <w:t>Postępuj zgodnie z instrukcjami kreatora instalacji, aby zainstalować HashCalc.</w:t>
      </w:r>
    </w:p>
    <w:p w14:paraId="49F26E9B" w14:textId="77777777" w:rsidR="00DC7701" w:rsidRDefault="00DC7701" w:rsidP="007545F7">
      <w:pPr>
        <w:pStyle w:val="SubStepAlpha"/>
      </w:pPr>
      <w:r>
        <w:t xml:space="preserve">Naciśnij przycisk </w:t>
      </w:r>
      <w:r>
        <w:rPr>
          <w:b/>
        </w:rPr>
        <w:t>Finish</w:t>
      </w:r>
      <w:r>
        <w:t xml:space="preserve"> na ostatnim ekranie i zamknij plik </w:t>
      </w:r>
      <w:r>
        <w:rPr>
          <w:b/>
        </w:rPr>
        <w:t>README</w:t>
      </w:r>
      <w:r>
        <w:t>, jeżeli został otworzony. Możesz zapoznać się z zawartością pliku.</w:t>
      </w:r>
    </w:p>
    <w:p w14:paraId="7489FE75" w14:textId="77777777" w:rsidR="00DC7701" w:rsidRDefault="00DC7701" w:rsidP="00CA3836">
      <w:pPr>
        <w:pStyle w:val="SubStepAlpha"/>
        <w:keepNext/>
      </w:pPr>
      <w:r>
        <w:t>HashCalc został zainstalowany i uruchomiony.</w:t>
      </w:r>
    </w:p>
    <w:p w14:paraId="6CF3B9A6" w14:textId="77777777" w:rsidR="00532BC5" w:rsidRDefault="00532BC5" w:rsidP="00532BC5">
      <w:pPr>
        <w:pStyle w:val="Visual"/>
        <w:rPr>
          <w:sz w:val="20"/>
        </w:rPr>
      </w:pPr>
      <w:r>
        <w:rPr>
          <w:noProof/>
          <w:lang w:eastAsia="pl-PL"/>
        </w:rPr>
        <w:drawing>
          <wp:inline distT="0" distB="0" distL="0" distR="0" wp14:anchorId="2948F717" wp14:editId="6F3BECD1">
            <wp:extent cx="3573142" cy="4367174"/>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79706" cy="4375197"/>
                    </a:xfrm>
                    <a:prstGeom prst="rect">
                      <a:avLst/>
                    </a:prstGeom>
                  </pic:spPr>
                </pic:pic>
              </a:graphicData>
            </a:graphic>
          </wp:inline>
        </w:drawing>
      </w:r>
    </w:p>
    <w:p w14:paraId="5D260BEA" w14:textId="77777777" w:rsidR="00532BC5" w:rsidRDefault="00532BC5" w:rsidP="00D36116">
      <w:pPr>
        <w:pStyle w:val="StepHead"/>
      </w:pPr>
      <w:r>
        <w:t xml:space="preserve">Oblicz wartość funkcji haszującej dla pliku Hash.txt. </w:t>
      </w:r>
    </w:p>
    <w:p w14:paraId="17A3FE88" w14:textId="77777777" w:rsidR="00B303C8" w:rsidRDefault="00B303C8" w:rsidP="00B303C8">
      <w:pPr>
        <w:pStyle w:val="SubStepAlpha"/>
      </w:pPr>
      <w:r>
        <w:t>Ustaw następujące opcje w programie HashCalc:</w:t>
      </w:r>
    </w:p>
    <w:p w14:paraId="096857D0" w14:textId="77777777" w:rsidR="00B303C8" w:rsidRDefault="00B303C8" w:rsidP="00B303C8">
      <w:pPr>
        <w:pStyle w:val="SubStepNum"/>
      </w:pPr>
      <w:r>
        <w:t xml:space="preserve">Data Format: </w:t>
      </w:r>
      <w:r>
        <w:rPr>
          <w:b/>
        </w:rPr>
        <w:t>File</w:t>
      </w:r>
      <w:r>
        <w:t>.</w:t>
      </w:r>
    </w:p>
    <w:p w14:paraId="02FD8714" w14:textId="5C47473E" w:rsidR="00B303C8" w:rsidRDefault="00B303C8" w:rsidP="00B303C8">
      <w:pPr>
        <w:pStyle w:val="SubStepNum"/>
      </w:pPr>
      <w:r>
        <w:t xml:space="preserve">Data: naciśnij przycisk </w:t>
      </w:r>
      <w:r>
        <w:rPr>
          <w:b/>
        </w:rPr>
        <w:t>…</w:t>
      </w:r>
      <w:r>
        <w:t xml:space="preserve"> znajdujący się obok pola „Data", a następnie przejdź do </w:t>
      </w:r>
      <w:r>
        <w:rPr>
          <w:b/>
        </w:rPr>
        <w:t>pulpitu</w:t>
      </w:r>
      <w:r>
        <w:t xml:space="preserve"> i wybierz plik</w:t>
      </w:r>
      <w:r w:rsidR="007979E9">
        <w:t xml:space="preserve"> </w:t>
      </w:r>
      <w:bookmarkStart w:id="0" w:name="_GoBack"/>
      <w:bookmarkEnd w:id="0"/>
      <w:r>
        <w:rPr>
          <w:b/>
        </w:rPr>
        <w:t>Hash.txt</w:t>
      </w:r>
      <w:r>
        <w:t>.</w:t>
      </w:r>
    </w:p>
    <w:p w14:paraId="5333CCCD" w14:textId="77777777" w:rsidR="00B303C8" w:rsidRDefault="00B303C8" w:rsidP="00B303C8">
      <w:pPr>
        <w:pStyle w:val="SubStepNum"/>
      </w:pPr>
      <w:r>
        <w:t xml:space="preserve">Odznacz </w:t>
      </w:r>
      <w:r>
        <w:rPr>
          <w:b/>
        </w:rPr>
        <w:t>HMAC</w:t>
      </w:r>
      <w:r>
        <w:t>.</w:t>
      </w:r>
    </w:p>
    <w:p w14:paraId="0544B9B5" w14:textId="77777777" w:rsidR="00E63ED3" w:rsidRDefault="00E63ED3" w:rsidP="00B303C8">
      <w:pPr>
        <w:pStyle w:val="SubStepNum"/>
      </w:pPr>
      <w:r>
        <w:t xml:space="preserve">Odznacz wszystkie funkcje haszujące oprócz </w:t>
      </w:r>
      <w:r>
        <w:rPr>
          <w:b/>
        </w:rPr>
        <w:t>MD5</w:t>
      </w:r>
      <w:r>
        <w:t>.</w:t>
      </w:r>
    </w:p>
    <w:p w14:paraId="38950815" w14:textId="77777777" w:rsidR="00E63ED3" w:rsidRDefault="00E63ED3" w:rsidP="00E63ED3">
      <w:pPr>
        <w:pStyle w:val="SubStepAlpha"/>
      </w:pPr>
      <w:r>
        <w:t xml:space="preserve">Naciśnij przycisk </w:t>
      </w:r>
      <w:r>
        <w:rPr>
          <w:b/>
        </w:rPr>
        <w:t>Calculate</w:t>
      </w:r>
      <w:r>
        <w:t>.</w:t>
      </w:r>
    </w:p>
    <w:p w14:paraId="4863D15D" w14:textId="62F6AF70" w:rsidR="00E63ED3" w:rsidRDefault="00E63ED3" w:rsidP="00E63ED3">
      <w:pPr>
        <w:pStyle w:val="SubStepAlpha"/>
        <w:numPr>
          <w:ilvl w:val="0"/>
          <w:numId w:val="0"/>
        </w:numPr>
        <w:ind w:left="720"/>
      </w:pPr>
      <w:r>
        <w:t>Jaka jest wartość, która wyświetla się obok</w:t>
      </w:r>
      <w:r w:rsidR="00284D68">
        <w:t xml:space="preserve"> </w:t>
      </w:r>
      <w:r>
        <w:rPr>
          <w:b/>
        </w:rPr>
        <w:t>MD5</w:t>
      </w:r>
      <w:r>
        <w:t>?</w:t>
      </w:r>
    </w:p>
    <w:p w14:paraId="3863BE6B" w14:textId="77777777" w:rsidR="00E63ED3" w:rsidRDefault="00E63ED3" w:rsidP="00E63ED3">
      <w:pPr>
        <w:pStyle w:val="SubStepAlpha"/>
        <w:numPr>
          <w:ilvl w:val="0"/>
          <w:numId w:val="0"/>
        </w:numPr>
        <w:ind w:left="720"/>
      </w:pPr>
      <w:r>
        <w:t>____________________________________________________________________________________</w:t>
      </w:r>
    </w:p>
    <w:p w14:paraId="658CDC58" w14:textId="77777777" w:rsidR="00E63ED3" w:rsidRDefault="00D36116" w:rsidP="00E63ED3">
      <w:pPr>
        <w:pStyle w:val="SubStepAlpha"/>
        <w:numPr>
          <w:ilvl w:val="0"/>
          <w:numId w:val="0"/>
        </w:numPr>
        <w:ind w:left="720"/>
        <w:rPr>
          <w:rStyle w:val="AnswerGray"/>
        </w:rPr>
      </w:pPr>
      <w:r>
        <w:rPr>
          <w:rStyle w:val="AnswerGray"/>
        </w:rPr>
        <w:t>Odpowiedzi mogą się różnić. Przykład: 82e8ac8d4ae929c79e1ce4cf1f0691f4</w:t>
      </w:r>
    </w:p>
    <w:p w14:paraId="67EE1520" w14:textId="77777777" w:rsidR="00D36116" w:rsidRDefault="00D36116" w:rsidP="00D36116">
      <w:pPr>
        <w:pStyle w:val="StepHead"/>
      </w:pPr>
      <w:r>
        <w:t>Edytuj plik Hash.txt i dokonaj w nim dowolnej zmiany.</w:t>
      </w:r>
    </w:p>
    <w:p w14:paraId="33AD61D0" w14:textId="77777777" w:rsidR="00D36116" w:rsidRDefault="00F764BB" w:rsidP="00D36116">
      <w:pPr>
        <w:pStyle w:val="SubStepAlpha"/>
      </w:pPr>
      <w:r>
        <w:t xml:space="preserve">Przejdź do </w:t>
      </w:r>
      <w:r>
        <w:rPr>
          <w:b/>
        </w:rPr>
        <w:t>pulpitu</w:t>
      </w:r>
      <w:r>
        <w:t xml:space="preserve"> i otwórz plik </w:t>
      </w:r>
      <w:r>
        <w:rPr>
          <w:b/>
        </w:rPr>
        <w:t>Hash.txt</w:t>
      </w:r>
      <w:r>
        <w:t>.</w:t>
      </w:r>
    </w:p>
    <w:p w14:paraId="1D8E45B3" w14:textId="77777777" w:rsidR="00F764BB" w:rsidRDefault="00F764BB" w:rsidP="00D36116">
      <w:pPr>
        <w:pStyle w:val="SubStepAlpha"/>
      </w:pPr>
      <w:r>
        <w:t>Dokonaj drobnej zmiany w tekście, na przykład usuń literę, dodaj spację lub kropkę.</w:t>
      </w:r>
    </w:p>
    <w:p w14:paraId="7614B566" w14:textId="77777777" w:rsidR="00F764BB" w:rsidRDefault="00F764BB" w:rsidP="00D36116">
      <w:pPr>
        <w:pStyle w:val="SubStepAlpha"/>
      </w:pPr>
      <w:r>
        <w:t xml:space="preserve">Naciśnij </w:t>
      </w:r>
      <w:r>
        <w:rPr>
          <w:b/>
        </w:rPr>
        <w:t>Plik &gt; Zapisz</w:t>
      </w:r>
      <w:r>
        <w:t xml:space="preserve">, a następnie zamknij </w:t>
      </w:r>
      <w:r w:rsidR="0026770B">
        <w:rPr>
          <w:b/>
        </w:rPr>
        <w:t>Notatnik</w:t>
      </w:r>
      <w:r>
        <w:t>.</w:t>
      </w:r>
    </w:p>
    <w:p w14:paraId="137FEDF0" w14:textId="77777777" w:rsidR="0026770B" w:rsidRDefault="00B80B7E" w:rsidP="00B80B7E">
      <w:pPr>
        <w:pStyle w:val="StepHead"/>
      </w:pPr>
      <w:r>
        <w:t>Oblicz nową wartość funkcji haszującej dla pliku Hash.txt.</w:t>
      </w:r>
    </w:p>
    <w:p w14:paraId="2DD7C89C" w14:textId="77777777" w:rsidR="00B80B7E" w:rsidRDefault="00B80B7E" w:rsidP="00B80B7E">
      <w:pPr>
        <w:pStyle w:val="SubStepAlpha"/>
      </w:pPr>
      <w:r>
        <w:t xml:space="preserve">Ponownie kliknij przycisk </w:t>
      </w:r>
      <w:r>
        <w:rPr>
          <w:b/>
        </w:rPr>
        <w:t>Calculate</w:t>
      </w:r>
      <w:r>
        <w:t xml:space="preserve"> w programie HashCalc.</w:t>
      </w:r>
    </w:p>
    <w:p w14:paraId="4A37D9E5" w14:textId="2CB5456A" w:rsidR="00B80B7E" w:rsidRDefault="00B80B7E" w:rsidP="008B2185">
      <w:pPr>
        <w:pStyle w:val="SubStepAlpha"/>
        <w:numPr>
          <w:ilvl w:val="0"/>
          <w:numId w:val="0"/>
        </w:numPr>
        <w:ind w:left="720"/>
      </w:pPr>
      <w:r>
        <w:t>Jaka jest wartość, która wyświetla się obok</w:t>
      </w:r>
      <w:r w:rsidR="00284D68">
        <w:t xml:space="preserve"> </w:t>
      </w:r>
      <w:r w:rsidRPr="00B80B7E">
        <w:rPr>
          <w:b/>
        </w:rPr>
        <w:t>MD5</w:t>
      </w:r>
      <w:r>
        <w:t>?</w:t>
      </w:r>
    </w:p>
    <w:p w14:paraId="5BAEFC22" w14:textId="77777777" w:rsidR="00B80B7E" w:rsidRDefault="00B80B7E" w:rsidP="00B80B7E">
      <w:pPr>
        <w:pStyle w:val="SubStepAlpha"/>
        <w:numPr>
          <w:ilvl w:val="0"/>
          <w:numId w:val="0"/>
        </w:numPr>
        <w:ind w:left="720"/>
      </w:pPr>
      <w:r>
        <w:t>____________________________________________________________________________________</w:t>
      </w:r>
    </w:p>
    <w:p w14:paraId="630B8B4D" w14:textId="77777777" w:rsidR="00B80B7E" w:rsidRPr="008B2185" w:rsidRDefault="00B80B7E" w:rsidP="00B80B7E">
      <w:pPr>
        <w:pStyle w:val="SubStepAlpha"/>
        <w:numPr>
          <w:ilvl w:val="0"/>
          <w:numId w:val="0"/>
        </w:numPr>
        <w:ind w:left="720"/>
        <w:rPr>
          <w:rStyle w:val="AnswerGray"/>
        </w:rPr>
      </w:pPr>
      <w:r>
        <w:rPr>
          <w:rStyle w:val="AnswerGray"/>
        </w:rPr>
        <w:t>Wartości funkcji haszującej mogą się zmieniać, ale będą inne niż w kroku 3. Przykład: fb53ad826cefac1dbee8f583a66b7bf4</w:t>
      </w:r>
    </w:p>
    <w:p w14:paraId="4CEBF8D7" w14:textId="77777777" w:rsidR="00B80B7E" w:rsidRDefault="008B2185" w:rsidP="00B80B7E">
      <w:pPr>
        <w:pStyle w:val="SubStepAlpha"/>
        <w:numPr>
          <w:ilvl w:val="0"/>
          <w:numId w:val="0"/>
        </w:numPr>
        <w:ind w:left="720"/>
      </w:pPr>
      <w:r>
        <w:t>Czy wartość jest inna niż wartość zarejestrowana w kroku 3?</w:t>
      </w:r>
    </w:p>
    <w:p w14:paraId="13B63137" w14:textId="77777777" w:rsidR="008B2185" w:rsidRDefault="008B2185" w:rsidP="008B2185">
      <w:pPr>
        <w:pStyle w:val="SubStepAlpha"/>
        <w:numPr>
          <w:ilvl w:val="0"/>
          <w:numId w:val="0"/>
        </w:numPr>
        <w:ind w:left="720"/>
      </w:pPr>
      <w:r>
        <w:t>____________________________________________________________________________________</w:t>
      </w:r>
    </w:p>
    <w:p w14:paraId="4F8ACE0A" w14:textId="77777777" w:rsidR="008B2185" w:rsidRDefault="008B2185" w:rsidP="008B2185">
      <w:pPr>
        <w:pStyle w:val="SubStepAlpha"/>
        <w:numPr>
          <w:ilvl w:val="0"/>
          <w:numId w:val="0"/>
        </w:numPr>
        <w:ind w:left="720"/>
        <w:rPr>
          <w:rStyle w:val="AnswerGray"/>
        </w:rPr>
      </w:pPr>
      <w:r>
        <w:rPr>
          <w:rStyle w:val="AnswerGray"/>
        </w:rPr>
        <w:t>Tak.</w:t>
      </w:r>
    </w:p>
    <w:p w14:paraId="1B0F4547" w14:textId="77777777" w:rsidR="008B2185" w:rsidRDefault="00CE240B" w:rsidP="00CE240B">
      <w:pPr>
        <w:pStyle w:val="SubStepAlpha"/>
      </w:pPr>
      <w:r>
        <w:t>Zaznacz wszystkie funkcje haszujące.</w:t>
      </w:r>
    </w:p>
    <w:p w14:paraId="33E180FF" w14:textId="77777777" w:rsidR="00CE240B" w:rsidRDefault="00CE240B" w:rsidP="00CE240B">
      <w:pPr>
        <w:pStyle w:val="SubStepAlpha"/>
      </w:pPr>
      <w:r>
        <w:t xml:space="preserve">Kliknij </w:t>
      </w:r>
      <w:r>
        <w:rPr>
          <w:b/>
        </w:rPr>
        <w:t>Calculate</w:t>
      </w:r>
      <w:r>
        <w:t>.</w:t>
      </w:r>
    </w:p>
    <w:p w14:paraId="6D1E860F" w14:textId="77777777" w:rsidR="00CE240B" w:rsidRDefault="00CE240B" w:rsidP="00CE240B">
      <w:pPr>
        <w:pStyle w:val="SubStepAlpha"/>
      </w:pPr>
      <w:r>
        <w:t>Zauważ, że funkcje haszujące tworzą hasze o różnych długościach. Dlaczego tak jest?</w:t>
      </w:r>
    </w:p>
    <w:p w14:paraId="4709DBF8" w14:textId="77777777" w:rsidR="00CE240B" w:rsidRDefault="00CE240B" w:rsidP="00CE240B">
      <w:pPr>
        <w:pStyle w:val="SubStepAlpha"/>
        <w:numPr>
          <w:ilvl w:val="0"/>
          <w:numId w:val="0"/>
        </w:numPr>
        <w:ind w:left="720"/>
      </w:pPr>
      <w:r>
        <w:t>____________________________________________________________________________________</w:t>
      </w:r>
    </w:p>
    <w:p w14:paraId="60488FEF" w14:textId="77777777" w:rsidR="00CE240B" w:rsidRPr="00CE240B" w:rsidRDefault="00CE240B" w:rsidP="00CE240B">
      <w:pPr>
        <w:pStyle w:val="SubStepAlpha"/>
        <w:numPr>
          <w:ilvl w:val="0"/>
          <w:numId w:val="0"/>
        </w:numPr>
        <w:ind w:left="720"/>
        <w:rPr>
          <w:rStyle w:val="AnswerGray"/>
        </w:rPr>
      </w:pPr>
      <w:r>
        <w:rPr>
          <w:rStyle w:val="AnswerGray"/>
        </w:rPr>
        <w:t>Funkcje haszujące używają różnych liczb bitów do wygenerowania wartości hasza.</w:t>
      </w:r>
    </w:p>
    <w:sectPr w:rsidR="00CE240B" w:rsidRPr="00CE240B" w:rsidSect="008C4307">
      <w:headerReference w:type="default"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920FC" w14:textId="77777777" w:rsidR="001402DB" w:rsidRDefault="001402DB" w:rsidP="0090659A">
      <w:pPr>
        <w:spacing w:after="0" w:line="240" w:lineRule="auto"/>
      </w:pPr>
      <w:r>
        <w:separator/>
      </w:r>
    </w:p>
    <w:p w14:paraId="756366AB" w14:textId="77777777" w:rsidR="001402DB" w:rsidRDefault="001402DB"/>
    <w:p w14:paraId="0166A962" w14:textId="77777777" w:rsidR="001402DB" w:rsidRDefault="001402DB"/>
    <w:p w14:paraId="5A7CC06F" w14:textId="77777777" w:rsidR="001402DB" w:rsidRDefault="001402DB"/>
    <w:p w14:paraId="7EEF4620" w14:textId="77777777" w:rsidR="001402DB" w:rsidRDefault="001402DB"/>
  </w:endnote>
  <w:endnote w:type="continuationSeparator" w:id="0">
    <w:p w14:paraId="20B89B86" w14:textId="77777777" w:rsidR="001402DB" w:rsidRDefault="001402DB" w:rsidP="0090659A">
      <w:pPr>
        <w:spacing w:after="0" w:line="240" w:lineRule="auto"/>
      </w:pPr>
      <w:r>
        <w:continuationSeparator/>
      </w:r>
    </w:p>
    <w:p w14:paraId="65332CA8" w14:textId="77777777" w:rsidR="001402DB" w:rsidRDefault="001402DB"/>
    <w:p w14:paraId="77452615" w14:textId="77777777" w:rsidR="001402DB" w:rsidRDefault="001402DB"/>
    <w:p w14:paraId="32D2F9E7" w14:textId="77777777" w:rsidR="001402DB" w:rsidRDefault="001402DB"/>
    <w:p w14:paraId="62C9D993" w14:textId="77777777" w:rsidR="001402DB" w:rsidRDefault="001402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A4E36" w14:textId="0B584F55" w:rsidR="00583E1F" w:rsidRPr="00284D68" w:rsidRDefault="003503B9" w:rsidP="003503B9">
    <w:pPr>
      <w:pStyle w:val="Stopka"/>
      <w:tabs>
        <w:tab w:val="right" w:pos="7200"/>
      </w:tabs>
      <w:rPr>
        <w:szCs w:val="16"/>
        <w:lang w:val="en-US"/>
      </w:rPr>
    </w:pPr>
    <w:r w:rsidRPr="00B31F19">
      <w:sym w:font="Symbol" w:char="F0E3"/>
    </w:r>
    <w:r>
      <w:t xml:space="preserve"> Cisco i / lub jego podmioty stowarzyszone. </w:t>
    </w:r>
    <w:r w:rsidRPr="00284D68">
      <w:rPr>
        <w:lang w:val="en-US"/>
      </w:rPr>
      <w:t>All rights reserved (Wszelkie prawa zastrzeżone). Cisco Confidential</w:t>
    </w:r>
    <w:r w:rsidRPr="00284D68">
      <w:rPr>
        <w:lang w:val="en-US"/>
      </w:rPr>
      <w:tab/>
      <w:t xml:space="preserve">Strona </w:t>
    </w:r>
    <w:r w:rsidRPr="0090659A">
      <w:rPr>
        <w:b/>
        <w:szCs w:val="16"/>
      </w:rPr>
      <w:fldChar w:fldCharType="begin"/>
    </w:r>
    <w:r w:rsidRPr="00284D68">
      <w:rPr>
        <w:b/>
        <w:szCs w:val="16"/>
        <w:lang w:val="en-US"/>
      </w:rPr>
      <w:instrText xml:space="preserve"> PAGE </w:instrText>
    </w:r>
    <w:r w:rsidRPr="0090659A">
      <w:rPr>
        <w:b/>
        <w:szCs w:val="16"/>
      </w:rPr>
      <w:fldChar w:fldCharType="separate"/>
    </w:r>
    <w:r w:rsidR="006677B1">
      <w:rPr>
        <w:b/>
        <w:noProof/>
        <w:szCs w:val="16"/>
        <w:lang w:val="en-US"/>
      </w:rPr>
      <w:t>5</w:t>
    </w:r>
    <w:r w:rsidRPr="0090659A">
      <w:rPr>
        <w:b/>
        <w:szCs w:val="16"/>
      </w:rPr>
      <w:fldChar w:fldCharType="end"/>
    </w:r>
    <w:r w:rsidRPr="00284D68">
      <w:rPr>
        <w:lang w:val="en-US"/>
      </w:rPr>
      <w:t xml:space="preserve"> </w:t>
    </w:r>
    <w:r w:rsidRPr="0090659A">
      <w:rPr>
        <w:b/>
        <w:szCs w:val="16"/>
      </w:rPr>
      <w:fldChar w:fldCharType="begin"/>
    </w:r>
    <w:r w:rsidRPr="00284D68">
      <w:rPr>
        <w:b/>
        <w:szCs w:val="16"/>
        <w:lang w:val="en-US"/>
      </w:rPr>
      <w:instrText xml:space="preserve"> NUMPAGES  </w:instrText>
    </w:r>
    <w:r w:rsidRPr="0090659A">
      <w:rPr>
        <w:b/>
        <w:szCs w:val="16"/>
      </w:rPr>
      <w:fldChar w:fldCharType="separate"/>
    </w:r>
    <w:r w:rsidR="006677B1">
      <w:rPr>
        <w:b/>
        <w:noProof/>
        <w:szCs w:val="16"/>
        <w:lang w:val="en-US"/>
      </w:rPr>
      <w:t>5</w:t>
    </w:r>
    <w:r w:rsidRPr="0090659A">
      <w:rPr>
        <w:b/>
        <w:szCs w:val="16"/>
      </w:rPr>
      <w:fldChar w:fldCharType="end"/>
    </w:r>
    <w:r w:rsidRPr="00284D68">
      <w:rPr>
        <w:lang w:val="en-US"/>
      </w:rPr>
      <w:tab/>
    </w:r>
    <w:r w:rsidRPr="00284D68">
      <w:rPr>
        <w:color w:val="00B0F0"/>
        <w:lang w:val="en-US"/>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744DE" w14:textId="0A05674B" w:rsidR="00583E1F" w:rsidRPr="00284D68" w:rsidRDefault="003503B9" w:rsidP="003503B9">
    <w:pPr>
      <w:pStyle w:val="Stopka"/>
      <w:tabs>
        <w:tab w:val="right" w:pos="7200"/>
      </w:tabs>
      <w:rPr>
        <w:szCs w:val="16"/>
        <w:lang w:val="en-US"/>
      </w:rPr>
    </w:pPr>
    <w:r w:rsidRPr="00B31F19">
      <w:sym w:font="Symbol" w:char="F0E3"/>
    </w:r>
    <w:r>
      <w:t xml:space="preserve"> Cisco i / lub jego podmioty stowarzyszone. </w:t>
    </w:r>
    <w:r w:rsidRPr="00284D68">
      <w:rPr>
        <w:lang w:val="en-US"/>
      </w:rPr>
      <w:t>All rights reserved (Wszelkie prawa zastrzeżone). Cisco Confidential</w:t>
    </w:r>
    <w:r w:rsidRPr="00284D68">
      <w:rPr>
        <w:lang w:val="en-US"/>
      </w:rPr>
      <w:tab/>
      <w:t xml:space="preserve">Strona </w:t>
    </w:r>
    <w:r w:rsidRPr="0090659A">
      <w:rPr>
        <w:b/>
        <w:szCs w:val="16"/>
      </w:rPr>
      <w:fldChar w:fldCharType="begin"/>
    </w:r>
    <w:r w:rsidRPr="00284D68">
      <w:rPr>
        <w:b/>
        <w:szCs w:val="16"/>
        <w:lang w:val="en-US"/>
      </w:rPr>
      <w:instrText xml:space="preserve"> PAGE </w:instrText>
    </w:r>
    <w:r w:rsidRPr="0090659A">
      <w:rPr>
        <w:b/>
        <w:szCs w:val="16"/>
      </w:rPr>
      <w:fldChar w:fldCharType="separate"/>
    </w:r>
    <w:r w:rsidR="006677B1">
      <w:rPr>
        <w:b/>
        <w:noProof/>
        <w:szCs w:val="16"/>
        <w:lang w:val="en-US"/>
      </w:rPr>
      <w:t>1</w:t>
    </w:r>
    <w:r w:rsidRPr="0090659A">
      <w:rPr>
        <w:b/>
        <w:szCs w:val="16"/>
      </w:rPr>
      <w:fldChar w:fldCharType="end"/>
    </w:r>
    <w:r w:rsidRPr="00284D68">
      <w:rPr>
        <w:lang w:val="en-US"/>
      </w:rPr>
      <w:t xml:space="preserve"> </w:t>
    </w:r>
    <w:r w:rsidRPr="0090659A">
      <w:rPr>
        <w:b/>
        <w:szCs w:val="16"/>
      </w:rPr>
      <w:fldChar w:fldCharType="begin"/>
    </w:r>
    <w:r w:rsidRPr="00284D68">
      <w:rPr>
        <w:b/>
        <w:szCs w:val="16"/>
        <w:lang w:val="en-US"/>
      </w:rPr>
      <w:instrText xml:space="preserve"> NUMPAGES  </w:instrText>
    </w:r>
    <w:r w:rsidRPr="0090659A">
      <w:rPr>
        <w:b/>
        <w:szCs w:val="16"/>
      </w:rPr>
      <w:fldChar w:fldCharType="separate"/>
    </w:r>
    <w:r w:rsidR="006677B1">
      <w:rPr>
        <w:b/>
        <w:noProof/>
        <w:szCs w:val="16"/>
        <w:lang w:val="en-US"/>
      </w:rPr>
      <w:t>5</w:t>
    </w:r>
    <w:r w:rsidRPr="0090659A">
      <w:rPr>
        <w:b/>
        <w:szCs w:val="16"/>
      </w:rPr>
      <w:fldChar w:fldCharType="end"/>
    </w:r>
    <w:r w:rsidRPr="00284D68">
      <w:rPr>
        <w:lang w:val="en-US"/>
      </w:rPr>
      <w:tab/>
    </w:r>
    <w:r w:rsidRPr="00284D68">
      <w:rPr>
        <w:color w:val="00B0F0"/>
        <w:lang w:val="en-US"/>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71510" w14:textId="77777777" w:rsidR="001402DB" w:rsidRDefault="001402DB" w:rsidP="0090659A">
      <w:pPr>
        <w:spacing w:after="0" w:line="240" w:lineRule="auto"/>
      </w:pPr>
      <w:r>
        <w:separator/>
      </w:r>
    </w:p>
    <w:p w14:paraId="6C3FE60C" w14:textId="77777777" w:rsidR="001402DB" w:rsidRDefault="001402DB"/>
    <w:p w14:paraId="6A694607" w14:textId="77777777" w:rsidR="001402DB" w:rsidRDefault="001402DB"/>
    <w:p w14:paraId="63B07B7E" w14:textId="77777777" w:rsidR="001402DB" w:rsidRDefault="001402DB"/>
    <w:p w14:paraId="047E81C5" w14:textId="77777777" w:rsidR="001402DB" w:rsidRDefault="001402DB"/>
  </w:footnote>
  <w:footnote w:type="continuationSeparator" w:id="0">
    <w:p w14:paraId="68ECFB5B" w14:textId="77777777" w:rsidR="001402DB" w:rsidRDefault="001402DB" w:rsidP="0090659A">
      <w:pPr>
        <w:spacing w:after="0" w:line="240" w:lineRule="auto"/>
      </w:pPr>
      <w:r>
        <w:continuationSeparator/>
      </w:r>
    </w:p>
    <w:p w14:paraId="6673C752" w14:textId="77777777" w:rsidR="001402DB" w:rsidRDefault="001402DB"/>
    <w:p w14:paraId="02B278E6" w14:textId="77777777" w:rsidR="001402DB" w:rsidRDefault="001402DB"/>
    <w:p w14:paraId="13D4B672" w14:textId="77777777" w:rsidR="001402DB" w:rsidRDefault="001402DB"/>
    <w:p w14:paraId="6267F14E" w14:textId="77777777" w:rsidR="001402DB" w:rsidRDefault="001402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091FA" w14:textId="77777777" w:rsidR="00583E1F" w:rsidRDefault="001F35C8" w:rsidP="00C52BA6">
    <w:pPr>
      <w:pStyle w:val="PageHead"/>
    </w:pPr>
    <w:r>
      <w:t>Ćwiczenie – Porównaj dane z wynikiem funkcji haszującej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9D355" w14:textId="2DAB7DF3" w:rsidR="00583E1F" w:rsidRDefault="003503B9">
    <w:pPr>
      <w:pStyle w:val="Nagwek"/>
    </w:pPr>
    <w:r w:rsidRPr="003503B9">
      <w:rPr>
        <w:noProof/>
        <w:lang w:eastAsia="pl-PL"/>
      </w:rPr>
      <w:drawing>
        <wp:inline distT="0" distB="0" distL="0" distR="0" wp14:anchorId="0DB38859" wp14:editId="7BEF4C71">
          <wp:extent cx="2514600" cy="579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14600" cy="579755"/>
                  </a:xfrm>
                  <a:prstGeom prst="rect">
                    <a:avLst/>
                  </a:prstGeom>
                </pic:spPr>
              </pic:pic>
            </a:graphicData>
          </a:graphic>
        </wp:inline>
      </w:drawing>
    </w:r>
  </w:p>
  <w:p w14:paraId="270B9E82" w14:textId="77777777" w:rsidR="003503B9" w:rsidRDefault="003503B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330A5A7E"/>
    <w:styleLink w:val="PartStepSubStepList"/>
    <w:lvl w:ilvl="0">
      <w:start w:val="1"/>
      <w:numFmt w:val="decimal"/>
      <w:pStyle w:val="PartHead"/>
      <w:lvlText w:val="Część%1"/>
      <w:lvlJc w:val="left"/>
      <w:pPr>
        <w:tabs>
          <w:tab w:val="num" w:pos="1080"/>
        </w:tabs>
        <w:ind w:left="1080" w:hanging="1080"/>
      </w:pPr>
      <w:rPr>
        <w:rFonts w:hint="default"/>
      </w:rPr>
    </w:lvl>
    <w:lvl w:ilvl="1">
      <w:start w:val="1"/>
      <w:numFmt w:val="decimal"/>
      <w:pStyle w:val="StepHead"/>
      <w:lvlText w:val="Krok%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Część%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0815DD9"/>
    <w:multiLevelType w:val="hybridMultilevel"/>
    <w:tmpl w:val="63B44B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3">
    <w:abstractNumId w:val="2"/>
    <w:lvlOverride w:ilvl="0">
      <w:lvl w:ilvl="0">
        <w:start w:val="1"/>
        <w:numFmt w:val="decimal"/>
        <w:lvlText w:val="Część%1"/>
        <w:lvlJc w:val="left"/>
        <w:pPr>
          <w:tabs>
            <w:tab w:val="num" w:pos="1152"/>
          </w:tabs>
          <w:ind w:left="1152" w:hanging="792"/>
        </w:pPr>
        <w:rPr>
          <w:rFonts w:hint="default"/>
        </w:rPr>
      </w:lvl>
    </w:lvlOverride>
  </w:num>
  <w:num w:numId="4">
    <w:abstractNumId w:val="0"/>
  </w:num>
  <w:num w:numId="5">
    <w:abstractNumId w:val="3"/>
  </w:num>
  <w:num w:numId="6">
    <w:abstractNumId w:val="6"/>
  </w:num>
  <w:num w:numId="7">
    <w:abstractNumId w:val="4"/>
  </w:num>
  <w:num w:numId="8">
    <w:abstractNumId w:val="1"/>
  </w:num>
  <w:num w:numId="9">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0">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1">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2">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3">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4">
    <w:abstractNumId w:val="1"/>
    <w:lvlOverride w:ilvl="0">
      <w:lvl w:ilvl="0">
        <w:start w:val="1"/>
        <w:numFmt w:val="decimal"/>
        <w:pStyle w:val="PartHead"/>
        <w:lvlText w:val="Część%1"/>
        <w:lvlJc w:val="left"/>
        <w:pPr>
          <w:tabs>
            <w:tab w:val="num" w:pos="1080"/>
          </w:tabs>
          <w:ind w:left="1080" w:hanging="1080"/>
        </w:pPr>
        <w:rPr>
          <w:rFonts w:hint="default"/>
        </w:rPr>
      </w:lvl>
    </w:lvlOverride>
  </w:num>
  <w:num w:numId="15">
    <w:abstractNumId w:val="1"/>
    <w:lvlOverride w:ilvl="0">
      <w:lvl w:ilvl="0">
        <w:start w:val="1"/>
        <w:numFmt w:val="decimal"/>
        <w:pStyle w:val="PartHead"/>
        <w:lvlText w:val="Część%1"/>
        <w:lvlJc w:val="left"/>
        <w:pPr>
          <w:tabs>
            <w:tab w:val="num" w:pos="1080"/>
          </w:tabs>
          <w:ind w:left="1080" w:hanging="108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1"/>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CyMDSzMDMytDQ0sTBW0lEKTi0uzszPAykwrAUAm5LKjCwAAAA="/>
    <w:docVar w:name="__grammarly61__i" w:val="H4sIAAAAAAAEAKtWckksSQxILCpxzi/NK1GyMqwFAAEhoTITAAAA"/>
    <w:docVar w:name="__grammarly61_1" w:val="H4sIAAAAAAAEAKtWcslPLs1NzSvxTFGyUjJKM08yTDNN0TVKMUrVNUlOTdFNNEpL0bU0NU8zNDI1Mjczs1TSUQpOLS7OzM8DaTGvBQCeEKZmQwAAAA=="/>
  </w:docVars>
  <w:rsids>
    <w:rsidRoot w:val="0002636A"/>
    <w:rsid w:val="00001863"/>
    <w:rsid w:val="000022D5"/>
    <w:rsid w:val="00003573"/>
    <w:rsid w:val="00004175"/>
    <w:rsid w:val="000059C9"/>
    <w:rsid w:val="000160F7"/>
    <w:rsid w:val="00016D5B"/>
    <w:rsid w:val="00016F30"/>
    <w:rsid w:val="0002047C"/>
    <w:rsid w:val="00021B9A"/>
    <w:rsid w:val="00022EEE"/>
    <w:rsid w:val="000242D6"/>
    <w:rsid w:val="00024EE5"/>
    <w:rsid w:val="0002636A"/>
    <w:rsid w:val="00033FFF"/>
    <w:rsid w:val="00036353"/>
    <w:rsid w:val="00040514"/>
    <w:rsid w:val="00041AF6"/>
    <w:rsid w:val="00044E62"/>
    <w:rsid w:val="00046C4E"/>
    <w:rsid w:val="00050BA4"/>
    <w:rsid w:val="00051738"/>
    <w:rsid w:val="00052548"/>
    <w:rsid w:val="00060696"/>
    <w:rsid w:val="00066FD6"/>
    <w:rsid w:val="00075AF2"/>
    <w:rsid w:val="000769CF"/>
    <w:rsid w:val="000815D8"/>
    <w:rsid w:val="00081E66"/>
    <w:rsid w:val="00083AC8"/>
    <w:rsid w:val="0008450C"/>
    <w:rsid w:val="00085CC6"/>
    <w:rsid w:val="00090C07"/>
    <w:rsid w:val="00091E8D"/>
    <w:rsid w:val="000923B7"/>
    <w:rsid w:val="00092C42"/>
    <w:rsid w:val="0009378D"/>
    <w:rsid w:val="00095FE3"/>
    <w:rsid w:val="00097163"/>
    <w:rsid w:val="000A0465"/>
    <w:rsid w:val="000A22C8"/>
    <w:rsid w:val="000B1AB3"/>
    <w:rsid w:val="000B2344"/>
    <w:rsid w:val="000B7DE5"/>
    <w:rsid w:val="000D55B4"/>
    <w:rsid w:val="000E350C"/>
    <w:rsid w:val="000E6418"/>
    <w:rsid w:val="000E65F0"/>
    <w:rsid w:val="000F072C"/>
    <w:rsid w:val="000F6743"/>
    <w:rsid w:val="001006C2"/>
    <w:rsid w:val="00100919"/>
    <w:rsid w:val="00103C51"/>
    <w:rsid w:val="00107B2B"/>
    <w:rsid w:val="001110AC"/>
    <w:rsid w:val="00112AC5"/>
    <w:rsid w:val="001133DD"/>
    <w:rsid w:val="00116E4D"/>
    <w:rsid w:val="00116FD6"/>
    <w:rsid w:val="00120CBE"/>
    <w:rsid w:val="001261C4"/>
    <w:rsid w:val="0013380D"/>
    <w:rsid w:val="00134122"/>
    <w:rsid w:val="001366EC"/>
    <w:rsid w:val="00137100"/>
    <w:rsid w:val="001402DB"/>
    <w:rsid w:val="0014219C"/>
    <w:rsid w:val="001425ED"/>
    <w:rsid w:val="00144237"/>
    <w:rsid w:val="00150339"/>
    <w:rsid w:val="00154E3A"/>
    <w:rsid w:val="00155AD0"/>
    <w:rsid w:val="00156154"/>
    <w:rsid w:val="00157902"/>
    <w:rsid w:val="00157EB8"/>
    <w:rsid w:val="00162ED0"/>
    <w:rsid w:val="00163164"/>
    <w:rsid w:val="00165A06"/>
    <w:rsid w:val="00166253"/>
    <w:rsid w:val="00170E3D"/>
    <w:rsid w:val="001710C0"/>
    <w:rsid w:val="001720E1"/>
    <w:rsid w:val="00172AFB"/>
    <w:rsid w:val="001772B8"/>
    <w:rsid w:val="00180FBF"/>
    <w:rsid w:val="00182CF4"/>
    <w:rsid w:val="00186CE1"/>
    <w:rsid w:val="001925CB"/>
    <w:rsid w:val="00192F12"/>
    <w:rsid w:val="00193F14"/>
    <w:rsid w:val="00195FC1"/>
    <w:rsid w:val="00197614"/>
    <w:rsid w:val="001A0312"/>
    <w:rsid w:val="001A15DA"/>
    <w:rsid w:val="001A2694"/>
    <w:rsid w:val="001A3CC7"/>
    <w:rsid w:val="001A69AC"/>
    <w:rsid w:val="001B1098"/>
    <w:rsid w:val="001B67D8"/>
    <w:rsid w:val="001B6F95"/>
    <w:rsid w:val="001C05A1"/>
    <w:rsid w:val="001C1D9E"/>
    <w:rsid w:val="001C7C3B"/>
    <w:rsid w:val="001D093C"/>
    <w:rsid w:val="001D10E2"/>
    <w:rsid w:val="001D11AE"/>
    <w:rsid w:val="001D5B6F"/>
    <w:rsid w:val="001E0AB8"/>
    <w:rsid w:val="001E38E0"/>
    <w:rsid w:val="001E4E72"/>
    <w:rsid w:val="001E5C9E"/>
    <w:rsid w:val="001E62B3"/>
    <w:rsid w:val="001F0171"/>
    <w:rsid w:val="001F0D77"/>
    <w:rsid w:val="001F0DA9"/>
    <w:rsid w:val="001F35C8"/>
    <w:rsid w:val="001F4627"/>
    <w:rsid w:val="001F5CB8"/>
    <w:rsid w:val="001F7DD8"/>
    <w:rsid w:val="00201928"/>
    <w:rsid w:val="002027AE"/>
    <w:rsid w:val="00203E26"/>
    <w:rsid w:val="0020449C"/>
    <w:rsid w:val="002113B8"/>
    <w:rsid w:val="00215665"/>
    <w:rsid w:val="002163BB"/>
    <w:rsid w:val="00216DDE"/>
    <w:rsid w:val="0021792C"/>
    <w:rsid w:val="00217BEB"/>
    <w:rsid w:val="002227B3"/>
    <w:rsid w:val="002240AB"/>
    <w:rsid w:val="00225E37"/>
    <w:rsid w:val="002346A8"/>
    <w:rsid w:val="00242E3A"/>
    <w:rsid w:val="002506CF"/>
    <w:rsid w:val="0025107F"/>
    <w:rsid w:val="0025428A"/>
    <w:rsid w:val="002545E9"/>
    <w:rsid w:val="00257A72"/>
    <w:rsid w:val="00260CD4"/>
    <w:rsid w:val="002638C2"/>
    <w:rsid w:val="002639D8"/>
    <w:rsid w:val="00265F77"/>
    <w:rsid w:val="00266C83"/>
    <w:rsid w:val="0026770B"/>
    <w:rsid w:val="00267AD6"/>
    <w:rsid w:val="0027099E"/>
    <w:rsid w:val="002768DC"/>
    <w:rsid w:val="00281994"/>
    <w:rsid w:val="00284D68"/>
    <w:rsid w:val="002A2A69"/>
    <w:rsid w:val="002A4A8D"/>
    <w:rsid w:val="002A4CF8"/>
    <w:rsid w:val="002A6C56"/>
    <w:rsid w:val="002B2757"/>
    <w:rsid w:val="002C090C"/>
    <w:rsid w:val="002C1243"/>
    <w:rsid w:val="002C1815"/>
    <w:rsid w:val="002C19BB"/>
    <w:rsid w:val="002C475E"/>
    <w:rsid w:val="002C6AD6"/>
    <w:rsid w:val="002D2917"/>
    <w:rsid w:val="002D6C2A"/>
    <w:rsid w:val="002D7A86"/>
    <w:rsid w:val="002E2671"/>
    <w:rsid w:val="002E481D"/>
    <w:rsid w:val="002F45FF"/>
    <w:rsid w:val="002F5932"/>
    <w:rsid w:val="002F6D17"/>
    <w:rsid w:val="0030212F"/>
    <w:rsid w:val="00302887"/>
    <w:rsid w:val="003056EB"/>
    <w:rsid w:val="003071FF"/>
    <w:rsid w:val="00310652"/>
    <w:rsid w:val="0031371D"/>
    <w:rsid w:val="0031789F"/>
    <w:rsid w:val="00320788"/>
    <w:rsid w:val="003233A3"/>
    <w:rsid w:val="00327745"/>
    <w:rsid w:val="00331822"/>
    <w:rsid w:val="00336024"/>
    <w:rsid w:val="0034455D"/>
    <w:rsid w:val="0034604B"/>
    <w:rsid w:val="00346D17"/>
    <w:rsid w:val="00347972"/>
    <w:rsid w:val="003503B9"/>
    <w:rsid w:val="0035469B"/>
    <w:rsid w:val="003559CC"/>
    <w:rsid w:val="003569D7"/>
    <w:rsid w:val="003608AC"/>
    <w:rsid w:val="00361D62"/>
    <w:rsid w:val="003636CF"/>
    <w:rsid w:val="003643F0"/>
    <w:rsid w:val="0036465A"/>
    <w:rsid w:val="0037266E"/>
    <w:rsid w:val="00374CA9"/>
    <w:rsid w:val="00375A29"/>
    <w:rsid w:val="0038581C"/>
    <w:rsid w:val="0039147C"/>
    <w:rsid w:val="00392C65"/>
    <w:rsid w:val="00392ED5"/>
    <w:rsid w:val="003A19DC"/>
    <w:rsid w:val="003A1B45"/>
    <w:rsid w:val="003B46E1"/>
    <w:rsid w:val="003B46FC"/>
    <w:rsid w:val="003B5767"/>
    <w:rsid w:val="003B63E8"/>
    <w:rsid w:val="003B7605"/>
    <w:rsid w:val="003C5542"/>
    <w:rsid w:val="003C6BCA"/>
    <w:rsid w:val="003C7902"/>
    <w:rsid w:val="003C7DEA"/>
    <w:rsid w:val="003D0BFF"/>
    <w:rsid w:val="003E52A0"/>
    <w:rsid w:val="003E5BE5"/>
    <w:rsid w:val="003F18D1"/>
    <w:rsid w:val="003F48E8"/>
    <w:rsid w:val="003F4F0E"/>
    <w:rsid w:val="003F6E06"/>
    <w:rsid w:val="00403129"/>
    <w:rsid w:val="00403C7A"/>
    <w:rsid w:val="004057A6"/>
    <w:rsid w:val="00406554"/>
    <w:rsid w:val="004131B0"/>
    <w:rsid w:val="00415331"/>
    <w:rsid w:val="00416C42"/>
    <w:rsid w:val="0041702F"/>
    <w:rsid w:val="00422118"/>
    <w:rsid w:val="00422476"/>
    <w:rsid w:val="00422EC6"/>
    <w:rsid w:val="0042385C"/>
    <w:rsid w:val="00431654"/>
    <w:rsid w:val="00434926"/>
    <w:rsid w:val="00444217"/>
    <w:rsid w:val="004478F4"/>
    <w:rsid w:val="00450F7A"/>
    <w:rsid w:val="00452C6D"/>
    <w:rsid w:val="00455E0B"/>
    <w:rsid w:val="00463B76"/>
    <w:rsid w:val="00463C37"/>
    <w:rsid w:val="00464D36"/>
    <w:rsid w:val="004659EE"/>
    <w:rsid w:val="004663AC"/>
    <w:rsid w:val="00477A80"/>
    <w:rsid w:val="00484105"/>
    <w:rsid w:val="00487E4C"/>
    <w:rsid w:val="00492BF2"/>
    <w:rsid w:val="004936C2"/>
    <w:rsid w:val="0049379C"/>
    <w:rsid w:val="00496A62"/>
    <w:rsid w:val="00496FB7"/>
    <w:rsid w:val="004A1CA0"/>
    <w:rsid w:val="004A22E9"/>
    <w:rsid w:val="004A4ACD"/>
    <w:rsid w:val="004A5BC5"/>
    <w:rsid w:val="004B023D"/>
    <w:rsid w:val="004B1FB8"/>
    <w:rsid w:val="004B44E8"/>
    <w:rsid w:val="004C0909"/>
    <w:rsid w:val="004C21B9"/>
    <w:rsid w:val="004C3F97"/>
    <w:rsid w:val="004C5466"/>
    <w:rsid w:val="004D01F2"/>
    <w:rsid w:val="004D3339"/>
    <w:rsid w:val="004D353F"/>
    <w:rsid w:val="004D36D7"/>
    <w:rsid w:val="004D5416"/>
    <w:rsid w:val="004D682B"/>
    <w:rsid w:val="004E2DDD"/>
    <w:rsid w:val="004E6152"/>
    <w:rsid w:val="004F344A"/>
    <w:rsid w:val="005037B0"/>
    <w:rsid w:val="00504ED4"/>
    <w:rsid w:val="00510639"/>
    <w:rsid w:val="00510E87"/>
    <w:rsid w:val="00516142"/>
    <w:rsid w:val="00520027"/>
    <w:rsid w:val="0052093C"/>
    <w:rsid w:val="00520C37"/>
    <w:rsid w:val="00520D01"/>
    <w:rsid w:val="00521B31"/>
    <w:rsid w:val="00521DA7"/>
    <w:rsid w:val="005223FB"/>
    <w:rsid w:val="00522469"/>
    <w:rsid w:val="0052400A"/>
    <w:rsid w:val="00532BC5"/>
    <w:rsid w:val="0053411A"/>
    <w:rsid w:val="00536F43"/>
    <w:rsid w:val="00541D13"/>
    <w:rsid w:val="005510BA"/>
    <w:rsid w:val="00552454"/>
    <w:rsid w:val="005533C2"/>
    <w:rsid w:val="00554B4E"/>
    <w:rsid w:val="00556C02"/>
    <w:rsid w:val="00561BB2"/>
    <w:rsid w:val="00563249"/>
    <w:rsid w:val="00570A65"/>
    <w:rsid w:val="00573743"/>
    <w:rsid w:val="005762B1"/>
    <w:rsid w:val="00580456"/>
    <w:rsid w:val="00580E73"/>
    <w:rsid w:val="00582D35"/>
    <w:rsid w:val="00583E1F"/>
    <w:rsid w:val="00593386"/>
    <w:rsid w:val="00596998"/>
    <w:rsid w:val="005A0C58"/>
    <w:rsid w:val="005A6E62"/>
    <w:rsid w:val="005B6BF3"/>
    <w:rsid w:val="005C1436"/>
    <w:rsid w:val="005C272B"/>
    <w:rsid w:val="005C607F"/>
    <w:rsid w:val="005D0A07"/>
    <w:rsid w:val="005D2B29"/>
    <w:rsid w:val="005D354A"/>
    <w:rsid w:val="005D391A"/>
    <w:rsid w:val="005D63BF"/>
    <w:rsid w:val="005E3235"/>
    <w:rsid w:val="005E4176"/>
    <w:rsid w:val="005E65B5"/>
    <w:rsid w:val="005E693C"/>
    <w:rsid w:val="005E6A41"/>
    <w:rsid w:val="005F2F7A"/>
    <w:rsid w:val="005F3AE9"/>
    <w:rsid w:val="005F5AE2"/>
    <w:rsid w:val="005F781D"/>
    <w:rsid w:val="006007BB"/>
    <w:rsid w:val="00601DC0"/>
    <w:rsid w:val="006034CB"/>
    <w:rsid w:val="006131CE"/>
    <w:rsid w:val="0061336B"/>
    <w:rsid w:val="00617D6E"/>
    <w:rsid w:val="0062075E"/>
    <w:rsid w:val="00622D61"/>
    <w:rsid w:val="00624198"/>
    <w:rsid w:val="00626704"/>
    <w:rsid w:val="00642815"/>
    <w:rsid w:val="006428E5"/>
    <w:rsid w:val="00643641"/>
    <w:rsid w:val="00644958"/>
    <w:rsid w:val="00653FA5"/>
    <w:rsid w:val="006575A3"/>
    <w:rsid w:val="00664188"/>
    <w:rsid w:val="006649BD"/>
    <w:rsid w:val="006677B1"/>
    <w:rsid w:val="00672919"/>
    <w:rsid w:val="00674732"/>
    <w:rsid w:val="006816A9"/>
    <w:rsid w:val="00685357"/>
    <w:rsid w:val="00686587"/>
    <w:rsid w:val="006871B2"/>
    <w:rsid w:val="006904CF"/>
    <w:rsid w:val="00691816"/>
    <w:rsid w:val="00695EE2"/>
    <w:rsid w:val="0069660B"/>
    <w:rsid w:val="006A1B33"/>
    <w:rsid w:val="006A48F1"/>
    <w:rsid w:val="006A55FB"/>
    <w:rsid w:val="006A71A3"/>
    <w:rsid w:val="006B03F2"/>
    <w:rsid w:val="006B1639"/>
    <w:rsid w:val="006B5CA7"/>
    <w:rsid w:val="006B5E89"/>
    <w:rsid w:val="006C19B2"/>
    <w:rsid w:val="006C30A0"/>
    <w:rsid w:val="006C35FF"/>
    <w:rsid w:val="006C3673"/>
    <w:rsid w:val="006C57F2"/>
    <w:rsid w:val="006C5949"/>
    <w:rsid w:val="006C6832"/>
    <w:rsid w:val="006D1370"/>
    <w:rsid w:val="006D1B21"/>
    <w:rsid w:val="006D2C28"/>
    <w:rsid w:val="006D3FC1"/>
    <w:rsid w:val="006D4071"/>
    <w:rsid w:val="006D755C"/>
    <w:rsid w:val="006E303E"/>
    <w:rsid w:val="006E6581"/>
    <w:rsid w:val="006E71DF"/>
    <w:rsid w:val="006F1CC4"/>
    <w:rsid w:val="006F2A86"/>
    <w:rsid w:val="006F3163"/>
    <w:rsid w:val="006F4C91"/>
    <w:rsid w:val="007025FA"/>
    <w:rsid w:val="00705385"/>
    <w:rsid w:val="00705FEC"/>
    <w:rsid w:val="0071147A"/>
    <w:rsid w:val="0071185D"/>
    <w:rsid w:val="007125E6"/>
    <w:rsid w:val="0071666E"/>
    <w:rsid w:val="007222AD"/>
    <w:rsid w:val="007267CF"/>
    <w:rsid w:val="00731F3F"/>
    <w:rsid w:val="00733BAB"/>
    <w:rsid w:val="00737EEE"/>
    <w:rsid w:val="0074181F"/>
    <w:rsid w:val="007436BF"/>
    <w:rsid w:val="007443E9"/>
    <w:rsid w:val="00745DCE"/>
    <w:rsid w:val="00753D89"/>
    <w:rsid w:val="007545F7"/>
    <w:rsid w:val="00755C9B"/>
    <w:rsid w:val="00760FE4"/>
    <w:rsid w:val="00761A92"/>
    <w:rsid w:val="00763D8B"/>
    <w:rsid w:val="0076422C"/>
    <w:rsid w:val="007657F6"/>
    <w:rsid w:val="00765E47"/>
    <w:rsid w:val="0077125A"/>
    <w:rsid w:val="007730CD"/>
    <w:rsid w:val="00783B22"/>
    <w:rsid w:val="00783F2B"/>
    <w:rsid w:val="00786F58"/>
    <w:rsid w:val="00786FCD"/>
    <w:rsid w:val="00787493"/>
    <w:rsid w:val="00787CC1"/>
    <w:rsid w:val="00792F4E"/>
    <w:rsid w:val="0079398D"/>
    <w:rsid w:val="00796C25"/>
    <w:rsid w:val="00797706"/>
    <w:rsid w:val="007979E9"/>
    <w:rsid w:val="007A287C"/>
    <w:rsid w:val="007A3041"/>
    <w:rsid w:val="007A3B2A"/>
    <w:rsid w:val="007B1F83"/>
    <w:rsid w:val="007B5099"/>
    <w:rsid w:val="007B5522"/>
    <w:rsid w:val="007C0EE0"/>
    <w:rsid w:val="007C1875"/>
    <w:rsid w:val="007C1B71"/>
    <w:rsid w:val="007C2FBB"/>
    <w:rsid w:val="007C5EF7"/>
    <w:rsid w:val="007C7164"/>
    <w:rsid w:val="007D1984"/>
    <w:rsid w:val="007D2AFE"/>
    <w:rsid w:val="007E3FEA"/>
    <w:rsid w:val="007E7D44"/>
    <w:rsid w:val="007F0A0B"/>
    <w:rsid w:val="007F3A60"/>
    <w:rsid w:val="007F3D0B"/>
    <w:rsid w:val="007F5EFA"/>
    <w:rsid w:val="007F78AD"/>
    <w:rsid w:val="007F7C94"/>
    <w:rsid w:val="00802350"/>
    <w:rsid w:val="00810E4B"/>
    <w:rsid w:val="00814BAA"/>
    <w:rsid w:val="00824295"/>
    <w:rsid w:val="008313F3"/>
    <w:rsid w:val="008336B9"/>
    <w:rsid w:val="00834BB2"/>
    <w:rsid w:val="008357D1"/>
    <w:rsid w:val="008374E6"/>
    <w:rsid w:val="0084006E"/>
    <w:rsid w:val="00840071"/>
    <w:rsid w:val="008405BB"/>
    <w:rsid w:val="00846494"/>
    <w:rsid w:val="008479AD"/>
    <w:rsid w:val="00847B20"/>
    <w:rsid w:val="008509D3"/>
    <w:rsid w:val="00853418"/>
    <w:rsid w:val="0085531D"/>
    <w:rsid w:val="00857CF6"/>
    <w:rsid w:val="008610ED"/>
    <w:rsid w:val="00861C6A"/>
    <w:rsid w:val="00862AA3"/>
    <w:rsid w:val="008645A4"/>
    <w:rsid w:val="00865199"/>
    <w:rsid w:val="00867EAF"/>
    <w:rsid w:val="00872D7E"/>
    <w:rsid w:val="00873C6B"/>
    <w:rsid w:val="00874045"/>
    <w:rsid w:val="0088426A"/>
    <w:rsid w:val="008852BA"/>
    <w:rsid w:val="00890108"/>
    <w:rsid w:val="00893877"/>
    <w:rsid w:val="0089532C"/>
    <w:rsid w:val="00896165"/>
    <w:rsid w:val="00896681"/>
    <w:rsid w:val="00896B1B"/>
    <w:rsid w:val="008A0E27"/>
    <w:rsid w:val="008A2749"/>
    <w:rsid w:val="008A3A90"/>
    <w:rsid w:val="008B06D4"/>
    <w:rsid w:val="008B2185"/>
    <w:rsid w:val="008B48F0"/>
    <w:rsid w:val="008B4F20"/>
    <w:rsid w:val="008B7FFD"/>
    <w:rsid w:val="008C2920"/>
    <w:rsid w:val="008C4307"/>
    <w:rsid w:val="008D23DF"/>
    <w:rsid w:val="008D2417"/>
    <w:rsid w:val="008D73BF"/>
    <w:rsid w:val="008D7F09"/>
    <w:rsid w:val="008E4F1C"/>
    <w:rsid w:val="008E5B64"/>
    <w:rsid w:val="008E7D8F"/>
    <w:rsid w:val="008E7DAA"/>
    <w:rsid w:val="008F0094"/>
    <w:rsid w:val="008F340F"/>
    <w:rsid w:val="008F3F5A"/>
    <w:rsid w:val="0090231D"/>
    <w:rsid w:val="00903523"/>
    <w:rsid w:val="0090460C"/>
    <w:rsid w:val="0090659A"/>
    <w:rsid w:val="00911080"/>
    <w:rsid w:val="00913703"/>
    <w:rsid w:val="00915970"/>
    <w:rsid w:val="00915986"/>
    <w:rsid w:val="00917624"/>
    <w:rsid w:val="00924C96"/>
    <w:rsid w:val="00930386"/>
    <w:rsid w:val="009309F5"/>
    <w:rsid w:val="00933237"/>
    <w:rsid w:val="00933F28"/>
    <w:rsid w:val="009352B7"/>
    <w:rsid w:val="00947140"/>
    <w:rsid w:val="009476C0"/>
    <w:rsid w:val="00956488"/>
    <w:rsid w:val="00956ABB"/>
    <w:rsid w:val="00963E34"/>
    <w:rsid w:val="0096489F"/>
    <w:rsid w:val="00964DFA"/>
    <w:rsid w:val="009668CE"/>
    <w:rsid w:val="00970FBE"/>
    <w:rsid w:val="009727AC"/>
    <w:rsid w:val="00975174"/>
    <w:rsid w:val="0098155C"/>
    <w:rsid w:val="00983B77"/>
    <w:rsid w:val="009941B3"/>
    <w:rsid w:val="00996053"/>
    <w:rsid w:val="009A0B2F"/>
    <w:rsid w:val="009A1CF4"/>
    <w:rsid w:val="009A37D7"/>
    <w:rsid w:val="009A4E17"/>
    <w:rsid w:val="009A61EE"/>
    <w:rsid w:val="009A649D"/>
    <w:rsid w:val="009A6955"/>
    <w:rsid w:val="009B341C"/>
    <w:rsid w:val="009B3D12"/>
    <w:rsid w:val="009B5747"/>
    <w:rsid w:val="009C4976"/>
    <w:rsid w:val="009C5E67"/>
    <w:rsid w:val="009C6ACD"/>
    <w:rsid w:val="009C72D4"/>
    <w:rsid w:val="009D00FA"/>
    <w:rsid w:val="009D2C27"/>
    <w:rsid w:val="009D4AF4"/>
    <w:rsid w:val="009D4C3E"/>
    <w:rsid w:val="009D7BCE"/>
    <w:rsid w:val="009E2309"/>
    <w:rsid w:val="009E42B9"/>
    <w:rsid w:val="009F1151"/>
    <w:rsid w:val="009F1E57"/>
    <w:rsid w:val="009F47B9"/>
    <w:rsid w:val="009F4C2E"/>
    <w:rsid w:val="009F5CA7"/>
    <w:rsid w:val="00A014A3"/>
    <w:rsid w:val="00A0412D"/>
    <w:rsid w:val="00A205C5"/>
    <w:rsid w:val="00A21211"/>
    <w:rsid w:val="00A26537"/>
    <w:rsid w:val="00A32C12"/>
    <w:rsid w:val="00A34E7F"/>
    <w:rsid w:val="00A403A9"/>
    <w:rsid w:val="00A46F0A"/>
    <w:rsid w:val="00A46F25"/>
    <w:rsid w:val="00A47CC2"/>
    <w:rsid w:val="00A502BA"/>
    <w:rsid w:val="00A52FAB"/>
    <w:rsid w:val="00A57E10"/>
    <w:rsid w:val="00A60146"/>
    <w:rsid w:val="00A61CDF"/>
    <w:rsid w:val="00A622C4"/>
    <w:rsid w:val="00A6283D"/>
    <w:rsid w:val="00A7495F"/>
    <w:rsid w:val="00A754B4"/>
    <w:rsid w:val="00A807C1"/>
    <w:rsid w:val="00A83374"/>
    <w:rsid w:val="00A91A58"/>
    <w:rsid w:val="00A95ED1"/>
    <w:rsid w:val="00A96172"/>
    <w:rsid w:val="00AA4AF0"/>
    <w:rsid w:val="00AA78B5"/>
    <w:rsid w:val="00AB0D6A"/>
    <w:rsid w:val="00AB147C"/>
    <w:rsid w:val="00AB3896"/>
    <w:rsid w:val="00AB43B3"/>
    <w:rsid w:val="00AB49B9"/>
    <w:rsid w:val="00AB758A"/>
    <w:rsid w:val="00AC027E"/>
    <w:rsid w:val="00AC0535"/>
    <w:rsid w:val="00AC1E7E"/>
    <w:rsid w:val="00AC505F"/>
    <w:rsid w:val="00AC507D"/>
    <w:rsid w:val="00AC66E4"/>
    <w:rsid w:val="00AD4578"/>
    <w:rsid w:val="00AD5273"/>
    <w:rsid w:val="00AD68E9"/>
    <w:rsid w:val="00AD75B6"/>
    <w:rsid w:val="00AE54D8"/>
    <w:rsid w:val="00AE56C0"/>
    <w:rsid w:val="00AF0219"/>
    <w:rsid w:val="00B00914"/>
    <w:rsid w:val="00B02A8E"/>
    <w:rsid w:val="00B052EE"/>
    <w:rsid w:val="00B1081F"/>
    <w:rsid w:val="00B13B4E"/>
    <w:rsid w:val="00B16E11"/>
    <w:rsid w:val="00B27499"/>
    <w:rsid w:val="00B3010D"/>
    <w:rsid w:val="00B303C8"/>
    <w:rsid w:val="00B309F9"/>
    <w:rsid w:val="00B34308"/>
    <w:rsid w:val="00B34533"/>
    <w:rsid w:val="00B34EF1"/>
    <w:rsid w:val="00B35151"/>
    <w:rsid w:val="00B3793F"/>
    <w:rsid w:val="00B428BA"/>
    <w:rsid w:val="00B433F2"/>
    <w:rsid w:val="00B458E8"/>
    <w:rsid w:val="00B465DB"/>
    <w:rsid w:val="00B517A9"/>
    <w:rsid w:val="00B51C01"/>
    <w:rsid w:val="00B5397B"/>
    <w:rsid w:val="00B62809"/>
    <w:rsid w:val="00B659A4"/>
    <w:rsid w:val="00B7675A"/>
    <w:rsid w:val="00B80B7E"/>
    <w:rsid w:val="00B81898"/>
    <w:rsid w:val="00B83FFD"/>
    <w:rsid w:val="00B8606B"/>
    <w:rsid w:val="00B878E7"/>
    <w:rsid w:val="00B92B93"/>
    <w:rsid w:val="00B9337F"/>
    <w:rsid w:val="00B93F49"/>
    <w:rsid w:val="00B97278"/>
    <w:rsid w:val="00B97943"/>
    <w:rsid w:val="00BA1D0B"/>
    <w:rsid w:val="00BA6972"/>
    <w:rsid w:val="00BB1E0D"/>
    <w:rsid w:val="00BB451E"/>
    <w:rsid w:val="00BB4D9B"/>
    <w:rsid w:val="00BB73FF"/>
    <w:rsid w:val="00BB7688"/>
    <w:rsid w:val="00BC0DDB"/>
    <w:rsid w:val="00BC7CAC"/>
    <w:rsid w:val="00BD0C8F"/>
    <w:rsid w:val="00BD1FA5"/>
    <w:rsid w:val="00BD6D76"/>
    <w:rsid w:val="00BE2655"/>
    <w:rsid w:val="00BE409C"/>
    <w:rsid w:val="00BE56B3"/>
    <w:rsid w:val="00BE6B98"/>
    <w:rsid w:val="00BF04E8"/>
    <w:rsid w:val="00BF1001"/>
    <w:rsid w:val="00BF16BF"/>
    <w:rsid w:val="00BF380E"/>
    <w:rsid w:val="00BF4D1F"/>
    <w:rsid w:val="00C028D1"/>
    <w:rsid w:val="00C02A73"/>
    <w:rsid w:val="00C063D2"/>
    <w:rsid w:val="00C07FD9"/>
    <w:rsid w:val="00C10955"/>
    <w:rsid w:val="00C11C4D"/>
    <w:rsid w:val="00C1250A"/>
    <w:rsid w:val="00C1712C"/>
    <w:rsid w:val="00C2330B"/>
    <w:rsid w:val="00C23E16"/>
    <w:rsid w:val="00C27C1C"/>
    <w:rsid w:val="00C27E37"/>
    <w:rsid w:val="00C32713"/>
    <w:rsid w:val="00C351B8"/>
    <w:rsid w:val="00C410D9"/>
    <w:rsid w:val="00C435CA"/>
    <w:rsid w:val="00C44804"/>
    <w:rsid w:val="00C44DB7"/>
    <w:rsid w:val="00C4510A"/>
    <w:rsid w:val="00C47F2E"/>
    <w:rsid w:val="00C52BA6"/>
    <w:rsid w:val="00C57645"/>
    <w:rsid w:val="00C5777D"/>
    <w:rsid w:val="00C57A1A"/>
    <w:rsid w:val="00C6258F"/>
    <w:rsid w:val="00C63DF6"/>
    <w:rsid w:val="00C63E58"/>
    <w:rsid w:val="00C6495E"/>
    <w:rsid w:val="00C670EE"/>
    <w:rsid w:val="00C67E3B"/>
    <w:rsid w:val="00C90311"/>
    <w:rsid w:val="00C91C26"/>
    <w:rsid w:val="00C92967"/>
    <w:rsid w:val="00CA3836"/>
    <w:rsid w:val="00CA73D5"/>
    <w:rsid w:val="00CB0EBC"/>
    <w:rsid w:val="00CC1C87"/>
    <w:rsid w:val="00CC3000"/>
    <w:rsid w:val="00CC3140"/>
    <w:rsid w:val="00CC4859"/>
    <w:rsid w:val="00CC7A35"/>
    <w:rsid w:val="00CD072A"/>
    <w:rsid w:val="00CD794E"/>
    <w:rsid w:val="00CD7F73"/>
    <w:rsid w:val="00CE2116"/>
    <w:rsid w:val="00CE240B"/>
    <w:rsid w:val="00CE26C5"/>
    <w:rsid w:val="00CE36A7"/>
    <w:rsid w:val="00CE36AF"/>
    <w:rsid w:val="00CE54DD"/>
    <w:rsid w:val="00CE6B7C"/>
    <w:rsid w:val="00CF0DA5"/>
    <w:rsid w:val="00CF3043"/>
    <w:rsid w:val="00CF35AB"/>
    <w:rsid w:val="00CF5D31"/>
    <w:rsid w:val="00CF5F3B"/>
    <w:rsid w:val="00CF791A"/>
    <w:rsid w:val="00D00D7D"/>
    <w:rsid w:val="00D1133C"/>
    <w:rsid w:val="00D139C8"/>
    <w:rsid w:val="00D141DD"/>
    <w:rsid w:val="00D17F81"/>
    <w:rsid w:val="00D20B47"/>
    <w:rsid w:val="00D2758C"/>
    <w:rsid w:val="00D275CA"/>
    <w:rsid w:val="00D2789B"/>
    <w:rsid w:val="00D345AB"/>
    <w:rsid w:val="00D36116"/>
    <w:rsid w:val="00D37E60"/>
    <w:rsid w:val="00D40C5F"/>
    <w:rsid w:val="00D41566"/>
    <w:rsid w:val="00D458EC"/>
    <w:rsid w:val="00D46837"/>
    <w:rsid w:val="00D501B0"/>
    <w:rsid w:val="00D50F35"/>
    <w:rsid w:val="00D52582"/>
    <w:rsid w:val="00D56A0E"/>
    <w:rsid w:val="00D57AD3"/>
    <w:rsid w:val="00D635FE"/>
    <w:rsid w:val="00D668FC"/>
    <w:rsid w:val="00D70085"/>
    <w:rsid w:val="00D729DE"/>
    <w:rsid w:val="00D75B6A"/>
    <w:rsid w:val="00D81719"/>
    <w:rsid w:val="00D84BDA"/>
    <w:rsid w:val="00D855C8"/>
    <w:rsid w:val="00D85A7A"/>
    <w:rsid w:val="00D86B3B"/>
    <w:rsid w:val="00D876A8"/>
    <w:rsid w:val="00D87F26"/>
    <w:rsid w:val="00D908B7"/>
    <w:rsid w:val="00D9256C"/>
    <w:rsid w:val="00D93063"/>
    <w:rsid w:val="00D933B0"/>
    <w:rsid w:val="00D977E8"/>
    <w:rsid w:val="00D97B16"/>
    <w:rsid w:val="00DB1C89"/>
    <w:rsid w:val="00DB3763"/>
    <w:rsid w:val="00DB4029"/>
    <w:rsid w:val="00DB5F4D"/>
    <w:rsid w:val="00DB6DA5"/>
    <w:rsid w:val="00DC076B"/>
    <w:rsid w:val="00DC1626"/>
    <w:rsid w:val="00DC186F"/>
    <w:rsid w:val="00DC252F"/>
    <w:rsid w:val="00DC6050"/>
    <w:rsid w:val="00DC7701"/>
    <w:rsid w:val="00DD3086"/>
    <w:rsid w:val="00DD4135"/>
    <w:rsid w:val="00DD43EA"/>
    <w:rsid w:val="00DD5C68"/>
    <w:rsid w:val="00DE6F44"/>
    <w:rsid w:val="00DF633A"/>
    <w:rsid w:val="00E00F53"/>
    <w:rsid w:val="00E037D9"/>
    <w:rsid w:val="00E04927"/>
    <w:rsid w:val="00E130EB"/>
    <w:rsid w:val="00E162CD"/>
    <w:rsid w:val="00E16BA3"/>
    <w:rsid w:val="00E1720A"/>
    <w:rsid w:val="00E17FA5"/>
    <w:rsid w:val="00E21898"/>
    <w:rsid w:val="00E26930"/>
    <w:rsid w:val="00E27257"/>
    <w:rsid w:val="00E30377"/>
    <w:rsid w:val="00E30F83"/>
    <w:rsid w:val="00E3206D"/>
    <w:rsid w:val="00E32F32"/>
    <w:rsid w:val="00E354D4"/>
    <w:rsid w:val="00E35A5A"/>
    <w:rsid w:val="00E37F47"/>
    <w:rsid w:val="00E449D0"/>
    <w:rsid w:val="00E4506A"/>
    <w:rsid w:val="00E53F99"/>
    <w:rsid w:val="00E56510"/>
    <w:rsid w:val="00E61A99"/>
    <w:rsid w:val="00E62AE9"/>
    <w:rsid w:val="00E62EA8"/>
    <w:rsid w:val="00E63ED3"/>
    <w:rsid w:val="00E67A6E"/>
    <w:rsid w:val="00E71B43"/>
    <w:rsid w:val="00E7323A"/>
    <w:rsid w:val="00E80AA6"/>
    <w:rsid w:val="00E81612"/>
    <w:rsid w:val="00E87D18"/>
    <w:rsid w:val="00E87D62"/>
    <w:rsid w:val="00E92793"/>
    <w:rsid w:val="00EA486E"/>
    <w:rsid w:val="00EA4FA3"/>
    <w:rsid w:val="00EB001B"/>
    <w:rsid w:val="00EB3082"/>
    <w:rsid w:val="00EB6C33"/>
    <w:rsid w:val="00ED3238"/>
    <w:rsid w:val="00ED6019"/>
    <w:rsid w:val="00ED7830"/>
    <w:rsid w:val="00EE38A2"/>
    <w:rsid w:val="00EE3909"/>
    <w:rsid w:val="00EF3F92"/>
    <w:rsid w:val="00EF4205"/>
    <w:rsid w:val="00EF5939"/>
    <w:rsid w:val="00EF7327"/>
    <w:rsid w:val="00F01714"/>
    <w:rsid w:val="00F0258F"/>
    <w:rsid w:val="00F025B0"/>
    <w:rsid w:val="00F02D06"/>
    <w:rsid w:val="00F05336"/>
    <w:rsid w:val="00F056E5"/>
    <w:rsid w:val="00F060FC"/>
    <w:rsid w:val="00F06FDD"/>
    <w:rsid w:val="00F105E6"/>
    <w:rsid w:val="00F10819"/>
    <w:rsid w:val="00F16F35"/>
    <w:rsid w:val="00F2229D"/>
    <w:rsid w:val="00F25ABB"/>
    <w:rsid w:val="00F27963"/>
    <w:rsid w:val="00F30446"/>
    <w:rsid w:val="00F33977"/>
    <w:rsid w:val="00F406D4"/>
    <w:rsid w:val="00F4135D"/>
    <w:rsid w:val="00F41F1B"/>
    <w:rsid w:val="00F4698A"/>
    <w:rsid w:val="00F46BD9"/>
    <w:rsid w:val="00F5626C"/>
    <w:rsid w:val="00F60BE0"/>
    <w:rsid w:val="00F60E11"/>
    <w:rsid w:val="00F6280E"/>
    <w:rsid w:val="00F7050A"/>
    <w:rsid w:val="00F75533"/>
    <w:rsid w:val="00F764BB"/>
    <w:rsid w:val="00F76808"/>
    <w:rsid w:val="00F84C28"/>
    <w:rsid w:val="00F85D82"/>
    <w:rsid w:val="00F92728"/>
    <w:rsid w:val="00FA332F"/>
    <w:rsid w:val="00FA3811"/>
    <w:rsid w:val="00FA3B9F"/>
    <w:rsid w:val="00FA3F06"/>
    <w:rsid w:val="00FA4356"/>
    <w:rsid w:val="00FA4A26"/>
    <w:rsid w:val="00FA7084"/>
    <w:rsid w:val="00FA7BEF"/>
    <w:rsid w:val="00FB1929"/>
    <w:rsid w:val="00FB5FD9"/>
    <w:rsid w:val="00FC0581"/>
    <w:rsid w:val="00FD33AB"/>
    <w:rsid w:val="00FD4724"/>
    <w:rsid w:val="00FD4A68"/>
    <w:rsid w:val="00FD68ED"/>
    <w:rsid w:val="00FE2824"/>
    <w:rsid w:val="00FE661F"/>
    <w:rsid w:val="00FF0400"/>
    <w:rsid w:val="00FF280D"/>
    <w:rsid w:val="00FF3D6B"/>
    <w:rsid w:val="00FF7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FDA1E"/>
  <w15:docId w15:val="{79193A94-C4B4-407B-AC9C-898AE181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nhideWhenUsed/>
    <w:qFormat/>
    <w:rsid w:val="00596998"/>
    <w:pPr>
      <w:spacing w:before="60" w:after="60" w:line="276" w:lineRule="auto"/>
    </w:pPr>
    <w:rPr>
      <w:sz w:val="22"/>
      <w:szCs w:val="22"/>
    </w:rPr>
  </w:style>
  <w:style w:type="paragraph" w:styleId="Nagwek1">
    <w:name w:val="heading 1"/>
    <w:basedOn w:val="Normalny"/>
    <w:next w:val="Normalny"/>
    <w:link w:val="Nagwek1Znak"/>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semiHidden/>
    <w:unhideWhenUsed/>
    <w:qFormat/>
    <w:rsid w:val="00A7495F"/>
    <w:pPr>
      <w:keepNext/>
      <w:spacing w:before="24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007BB"/>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ny"/>
    <w:next w:val="Normalny"/>
    <w:autoRedefine/>
    <w:semiHidden/>
    <w:unhideWhenUsed/>
    <w:qFormat/>
    <w:rsid w:val="003C7902"/>
    <w:pPr>
      <w:spacing w:after="0" w:line="240" w:lineRule="auto"/>
    </w:pPr>
    <w:rPr>
      <w:i/>
      <w:color w:val="FF0000"/>
    </w:rPr>
  </w:style>
  <w:style w:type="paragraph" w:customStyle="1" w:styleId="LabSection">
    <w:name w:val="Lab Section"/>
    <w:basedOn w:val="Normalny"/>
    <w:next w:val="Normalny"/>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ny"/>
    <w:qFormat/>
    <w:rsid w:val="00FD4A68"/>
    <w:rPr>
      <w:b/>
      <w:sz w:val="32"/>
    </w:rPr>
  </w:style>
  <w:style w:type="paragraph" w:customStyle="1" w:styleId="PageHead">
    <w:name w:val="Page Head"/>
    <w:basedOn w:val="Normalny"/>
    <w:qFormat/>
    <w:rsid w:val="00C52BA6"/>
    <w:pPr>
      <w:pBdr>
        <w:bottom w:val="single" w:sz="18" w:space="1" w:color="auto"/>
      </w:pBdr>
      <w:tabs>
        <w:tab w:val="right" w:pos="10080"/>
      </w:tabs>
    </w:pPr>
    <w:rPr>
      <w:b/>
      <w:sz w:val="20"/>
    </w:rPr>
  </w:style>
  <w:style w:type="paragraph" w:customStyle="1" w:styleId="StepHead">
    <w:name w:val="Step Head"/>
    <w:basedOn w:val="Normalny"/>
    <w:next w:val="BodyTextL25"/>
    <w:qFormat/>
    <w:rsid w:val="00D36116"/>
    <w:pPr>
      <w:keepNext/>
      <w:numPr>
        <w:ilvl w:val="1"/>
        <w:numId w:val="2"/>
      </w:numPr>
      <w:spacing w:before="240" w:after="120"/>
      <w:outlineLvl w:val="0"/>
    </w:pPr>
    <w:rPr>
      <w:b/>
    </w:rPr>
  </w:style>
  <w:style w:type="paragraph" w:styleId="Nagwek">
    <w:name w:val="header"/>
    <w:basedOn w:val="Normalny"/>
    <w:link w:val="NagwekZnak"/>
    <w:uiPriority w:val="99"/>
    <w:unhideWhenUsed/>
    <w:rsid w:val="0090659A"/>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90659A"/>
  </w:style>
  <w:style w:type="paragraph" w:styleId="Stopka">
    <w:name w:val="footer"/>
    <w:basedOn w:val="Normalny"/>
    <w:link w:val="StopkaZnak"/>
    <w:autoRedefine/>
    <w:uiPriority w:val="99"/>
    <w:unhideWhenUsed/>
    <w:rsid w:val="00163164"/>
    <w:pPr>
      <w:tabs>
        <w:tab w:val="right" w:pos="10080"/>
      </w:tabs>
      <w:spacing w:after="0" w:line="240" w:lineRule="auto"/>
    </w:pPr>
    <w:rPr>
      <w:sz w:val="16"/>
    </w:rPr>
  </w:style>
  <w:style w:type="character" w:customStyle="1" w:styleId="StopkaZnak">
    <w:name w:val="Stopka Znak"/>
    <w:link w:val="Stopka"/>
    <w:uiPriority w:val="99"/>
    <w:rsid w:val="00163164"/>
    <w:rPr>
      <w:sz w:val="16"/>
      <w:szCs w:val="22"/>
    </w:rPr>
  </w:style>
  <w:style w:type="paragraph" w:styleId="Tekstdymka">
    <w:name w:val="Balloon Text"/>
    <w:basedOn w:val="Normalny"/>
    <w:link w:val="TekstdymkaZnak"/>
    <w:uiPriority w:val="99"/>
    <w:semiHidden/>
    <w:unhideWhenUsed/>
    <w:rsid w:val="0090659A"/>
    <w:pPr>
      <w:spacing w:after="0" w:line="240" w:lineRule="auto"/>
    </w:pPr>
    <w:rPr>
      <w:rFonts w:ascii="Tahoma" w:hAnsi="Tahoma"/>
      <w:sz w:val="16"/>
      <w:szCs w:val="16"/>
    </w:rPr>
  </w:style>
  <w:style w:type="character" w:customStyle="1" w:styleId="TekstdymkaZnak">
    <w:name w:val="Tekst dymka Znak"/>
    <w:link w:val="Tekstdymka"/>
    <w:uiPriority w:val="99"/>
    <w:semiHidden/>
    <w:rsid w:val="0090659A"/>
    <w:rPr>
      <w:rFonts w:ascii="Tahoma" w:hAnsi="Tahoma" w:cs="Tahoma"/>
      <w:sz w:val="16"/>
      <w:szCs w:val="16"/>
    </w:rPr>
  </w:style>
  <w:style w:type="paragraph" w:customStyle="1" w:styleId="TableText">
    <w:name w:val="Table Text"/>
    <w:basedOn w:val="Normalny"/>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ela-Siatka">
    <w:name w:val="Table Grid"/>
    <w:basedOn w:val="Standardowy"/>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ny"/>
    <w:qFormat/>
    <w:rsid w:val="00097163"/>
    <w:pPr>
      <w:keepNext/>
      <w:spacing w:before="120" w:after="120"/>
      <w:jc w:val="center"/>
    </w:pPr>
    <w:rPr>
      <w:b/>
      <w:sz w:val="20"/>
    </w:rPr>
  </w:style>
  <w:style w:type="paragraph" w:customStyle="1" w:styleId="Bulletlevel1">
    <w:name w:val="Bullet level 1"/>
    <w:basedOn w:val="Normalny"/>
    <w:qFormat/>
    <w:rsid w:val="00AC507D"/>
    <w:pPr>
      <w:numPr>
        <w:numId w:val="1"/>
      </w:numPr>
    </w:pPr>
    <w:rPr>
      <w:sz w:val="20"/>
    </w:rPr>
  </w:style>
  <w:style w:type="paragraph" w:customStyle="1" w:styleId="Bulletlevel2">
    <w:name w:val="Bullet level 2"/>
    <w:basedOn w:val="Normalny"/>
    <w:qFormat/>
    <w:rsid w:val="00AC507D"/>
    <w:pPr>
      <w:numPr>
        <w:ilvl w:val="1"/>
        <w:numId w:val="1"/>
      </w:numPr>
    </w:pPr>
    <w:rPr>
      <w:sz w:val="20"/>
    </w:rPr>
  </w:style>
  <w:style w:type="paragraph" w:customStyle="1" w:styleId="InstNoteRed">
    <w:name w:val="Inst Note Red"/>
    <w:basedOn w:val="Normalny"/>
    <w:qFormat/>
    <w:rsid w:val="0002636A"/>
    <w:pPr>
      <w:spacing w:line="240" w:lineRule="auto"/>
    </w:pPr>
    <w:rPr>
      <w:color w:val="FF0000"/>
      <w:sz w:val="20"/>
    </w:rPr>
  </w:style>
  <w:style w:type="paragraph" w:customStyle="1" w:styleId="PartHead">
    <w:name w:val="Part Head"/>
    <w:basedOn w:val="Akapitzlist"/>
    <w:next w:val="BodyTextL25"/>
    <w:qFormat/>
    <w:rsid w:val="002C475E"/>
    <w:pPr>
      <w:keepNext/>
      <w:numPr>
        <w:numId w:val="2"/>
      </w:numPr>
      <w:spacing w:before="240"/>
      <w:outlineLvl w:val="0"/>
    </w:pPr>
    <w:rPr>
      <w:b/>
      <w:sz w:val="28"/>
    </w:rPr>
  </w:style>
  <w:style w:type="paragraph" w:customStyle="1" w:styleId="SubStepAlpha">
    <w:name w:val="SubStep Alpha"/>
    <w:basedOn w:val="Normalny"/>
    <w:qFormat/>
    <w:rsid w:val="00D41566"/>
    <w:pPr>
      <w:numPr>
        <w:ilvl w:val="2"/>
        <w:numId w:val="2"/>
      </w:numPr>
      <w:spacing w:before="120" w:after="120" w:line="240" w:lineRule="auto"/>
    </w:pPr>
    <w:rPr>
      <w:sz w:val="20"/>
    </w:rPr>
  </w:style>
  <w:style w:type="paragraph" w:customStyle="1" w:styleId="CMD">
    <w:name w:val="CMD"/>
    <w:basedOn w:val="Normalny"/>
    <w:qFormat/>
    <w:rsid w:val="003A19DC"/>
    <w:pPr>
      <w:spacing w:line="240" w:lineRule="auto"/>
      <w:ind w:left="720"/>
    </w:pPr>
    <w:rPr>
      <w:rFonts w:ascii="Courier New" w:hAnsi="Courier New"/>
      <w:sz w:val="20"/>
    </w:rPr>
  </w:style>
  <w:style w:type="paragraph" w:customStyle="1" w:styleId="BodyTextL50">
    <w:name w:val="Body Text L50"/>
    <w:basedOn w:val="Normalny"/>
    <w:qFormat/>
    <w:rsid w:val="00166253"/>
    <w:pPr>
      <w:spacing w:before="120" w:after="120" w:line="240" w:lineRule="auto"/>
      <w:ind w:left="720"/>
    </w:pPr>
    <w:rPr>
      <w:sz w:val="20"/>
    </w:rPr>
  </w:style>
  <w:style w:type="paragraph" w:customStyle="1" w:styleId="BodyTextL25">
    <w:name w:val="Body Text L25"/>
    <w:basedOn w:val="Normalny"/>
    <w:qFormat/>
    <w:rsid w:val="0002636A"/>
    <w:pPr>
      <w:spacing w:before="120" w:after="120" w:line="240" w:lineRule="auto"/>
      <w:ind w:left="360"/>
    </w:pPr>
    <w:rPr>
      <w:sz w:val="20"/>
    </w:rPr>
  </w:style>
  <w:style w:type="paragraph" w:customStyle="1" w:styleId="InstNoteRedL50">
    <w:name w:val="Inst Note Red L50"/>
    <w:basedOn w:val="InstNoteRed"/>
    <w:next w:val="Normalny"/>
    <w:qFormat/>
    <w:rsid w:val="0052400A"/>
    <w:pPr>
      <w:spacing w:before="120" w:after="120"/>
      <w:ind w:left="720"/>
    </w:pPr>
  </w:style>
  <w:style w:type="paragraph" w:customStyle="1" w:styleId="DevConfigs">
    <w:name w:val="DevConfigs"/>
    <w:basedOn w:val="Normalny"/>
    <w:qFormat/>
    <w:rsid w:val="00215665"/>
    <w:pPr>
      <w:spacing w:before="0" w:after="0"/>
    </w:pPr>
    <w:rPr>
      <w:rFonts w:ascii="Courier New" w:hAnsi="Courier New"/>
      <w:sz w:val="20"/>
    </w:rPr>
  </w:style>
  <w:style w:type="paragraph" w:customStyle="1" w:styleId="Visual">
    <w:name w:val="Visual"/>
    <w:basedOn w:val="Normalny"/>
    <w:qFormat/>
    <w:rsid w:val="00C44DB7"/>
    <w:pPr>
      <w:spacing w:before="240" w:after="240"/>
      <w:jc w:val="center"/>
    </w:pPr>
  </w:style>
  <w:style w:type="paragraph" w:styleId="Mapadokumentu">
    <w:name w:val="Document Map"/>
    <w:basedOn w:val="Normalny"/>
    <w:link w:val="MapadokumentuZnak"/>
    <w:uiPriority w:val="99"/>
    <w:semiHidden/>
    <w:unhideWhenUsed/>
    <w:rsid w:val="00AB758A"/>
    <w:pPr>
      <w:spacing w:after="0" w:line="240" w:lineRule="auto"/>
    </w:pPr>
    <w:rPr>
      <w:rFonts w:ascii="Tahoma" w:hAnsi="Tahoma"/>
      <w:sz w:val="16"/>
      <w:szCs w:val="16"/>
    </w:rPr>
  </w:style>
  <w:style w:type="character" w:customStyle="1" w:styleId="MapadokumentuZnak">
    <w:name w:val="Mapa dokumentu Znak"/>
    <w:link w:val="Mapadokumentu"/>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Standardowy"/>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Standardowy"/>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Bezlisty"/>
    <w:uiPriority w:val="99"/>
    <w:rsid w:val="00AC507D"/>
    <w:pPr>
      <w:numPr>
        <w:numId w:val="1"/>
      </w:numPr>
    </w:pPr>
  </w:style>
  <w:style w:type="numbering" w:customStyle="1" w:styleId="PartStepSubStepList">
    <w:name w:val="Part_Step_SubStep_List"/>
    <w:basedOn w:val="Bezlisty"/>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Akapitzlist">
    <w:name w:val="List Paragraph"/>
    <w:basedOn w:val="Normalny"/>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wstpniesformatowany">
    <w:name w:val="HTML Preformatted"/>
    <w:basedOn w:val="Normalny"/>
    <w:link w:val="HTML-wstpniesformatowanyZnak"/>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wstpniesformatowanyZnak">
    <w:name w:val="HTML - wstępnie sformatowany Znak"/>
    <w:link w:val="HTML-wstpniesformatowany"/>
    <w:uiPriority w:val="99"/>
    <w:semiHidden/>
    <w:rsid w:val="00C6495E"/>
    <w:rPr>
      <w:rFonts w:ascii="Courier New" w:eastAsia="Times New Roman" w:hAnsi="Courier New" w:cs="Courier New"/>
    </w:rPr>
  </w:style>
  <w:style w:type="character" w:styleId="Odwoaniedokomentarza">
    <w:name w:val="annotation reference"/>
    <w:uiPriority w:val="99"/>
    <w:semiHidden/>
    <w:unhideWhenUsed/>
    <w:rsid w:val="000B2344"/>
    <w:rPr>
      <w:sz w:val="16"/>
      <w:szCs w:val="16"/>
    </w:rPr>
  </w:style>
  <w:style w:type="paragraph" w:styleId="Tekstkomentarza">
    <w:name w:val="annotation text"/>
    <w:basedOn w:val="Normalny"/>
    <w:link w:val="TekstkomentarzaZnak"/>
    <w:uiPriority w:val="99"/>
    <w:semiHidden/>
    <w:unhideWhenUsed/>
    <w:rsid w:val="000B2344"/>
    <w:rPr>
      <w:sz w:val="20"/>
      <w:szCs w:val="20"/>
    </w:rPr>
  </w:style>
  <w:style w:type="character" w:customStyle="1" w:styleId="TekstkomentarzaZnak">
    <w:name w:val="Tekst komentarza Znak"/>
    <w:basedOn w:val="Domylnaczcionkaakapitu"/>
    <w:link w:val="Tekstkomentarza"/>
    <w:uiPriority w:val="99"/>
    <w:semiHidden/>
    <w:rsid w:val="000B2344"/>
  </w:style>
  <w:style w:type="paragraph" w:styleId="Tematkomentarza">
    <w:name w:val="annotation subject"/>
    <w:basedOn w:val="Tekstkomentarza"/>
    <w:next w:val="Tekstkomentarza"/>
    <w:link w:val="TematkomentarzaZnak"/>
    <w:uiPriority w:val="99"/>
    <w:semiHidden/>
    <w:unhideWhenUsed/>
    <w:rsid w:val="000B2344"/>
    <w:rPr>
      <w:b/>
      <w:bCs/>
    </w:rPr>
  </w:style>
  <w:style w:type="character" w:customStyle="1" w:styleId="TematkomentarzaZnak">
    <w:name w:val="Temat komentarza Znak"/>
    <w:link w:val="Tematkomentarza"/>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Bezlisty"/>
    <w:uiPriority w:val="99"/>
    <w:rsid w:val="00596998"/>
    <w:pPr>
      <w:numPr>
        <w:numId w:val="4"/>
      </w:numPr>
    </w:pPr>
  </w:style>
  <w:style w:type="character" w:customStyle="1" w:styleId="Nagwek3Znak">
    <w:name w:val="Nagłówek 3 Znak"/>
    <w:link w:val="Nagwek3"/>
    <w:uiPriority w:val="9"/>
    <w:semiHidden/>
    <w:rsid w:val="00A7495F"/>
    <w:rPr>
      <w:rFonts w:ascii="Cambria" w:eastAsia="Times New Roman" w:hAnsi="Cambria" w:cs="Times New Roman"/>
      <w:b/>
      <w:bCs/>
      <w:sz w:val="26"/>
      <w:szCs w:val="26"/>
    </w:rPr>
  </w:style>
  <w:style w:type="paragraph" w:styleId="Indeks8">
    <w:name w:val="index 8"/>
    <w:basedOn w:val="Normalny"/>
    <w:next w:val="Normalny"/>
    <w:autoRedefine/>
    <w:semiHidden/>
    <w:rsid w:val="00A7495F"/>
    <w:pPr>
      <w:spacing w:before="0" w:after="0" w:line="240" w:lineRule="auto"/>
      <w:ind w:left="1920" w:hanging="240"/>
    </w:pPr>
    <w:rPr>
      <w:rFonts w:eastAsia="Times New Roman"/>
      <w:sz w:val="20"/>
      <w:szCs w:val="24"/>
    </w:rPr>
  </w:style>
  <w:style w:type="character" w:styleId="Hipercze">
    <w:name w:val="Hyperlink"/>
    <w:basedOn w:val="Domylnaczcionkaakapitu"/>
    <w:uiPriority w:val="99"/>
    <w:unhideWhenUsed/>
    <w:rsid w:val="00E21898"/>
    <w:rPr>
      <w:color w:val="0000FF" w:themeColor="hyperlink"/>
      <w:u w:val="single"/>
    </w:rPr>
  </w:style>
  <w:style w:type="character" w:styleId="UyteHipercze">
    <w:name w:val="FollowedHyperlink"/>
    <w:basedOn w:val="Domylnaczcionkaakapitu"/>
    <w:uiPriority w:val="99"/>
    <w:semiHidden/>
    <w:unhideWhenUsed/>
    <w:rsid w:val="00EF73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slavasoft.com/download.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844FC-85B8-4FAA-8403-519A6E57B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Template>
  <TotalTime>0</TotalTime>
  <Pages>1</Pages>
  <Words>482</Words>
  <Characters>2893</Characters>
  <Application>Microsoft Office Word</Application>
  <DocSecurity>0</DocSecurity>
  <Lines>24</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Suk-yi Pennock</dc:creator>
  <cp:lastModifiedBy>piotr</cp:lastModifiedBy>
  <cp:revision>2</cp:revision>
  <cp:lastPrinted>2019-04-13T13:32:00Z</cp:lastPrinted>
  <dcterms:created xsi:type="dcterms:W3CDTF">2019-04-13T13:35:00Z</dcterms:created>
  <dcterms:modified xsi:type="dcterms:W3CDTF">2019-04-13T13:35:00Z</dcterms:modified>
</cp:coreProperties>
</file>